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shd w:val="clear" w:color="auto" w:fill="FFFFFF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931623" w:rsidRPr="00D43B78" w:rsidTr="001A5AEC">
        <w:trPr>
          <w:cantSplit/>
          <w:trHeight w:hRule="exact" w:val="4800"/>
          <w:jc w:val="center"/>
        </w:trPr>
        <w:tc>
          <w:tcPr>
            <w:tcW w:w="5760" w:type="dxa"/>
            <w:shd w:val="clear" w:color="auto" w:fill="FFFFFF"/>
          </w:tcPr>
          <w:p w:rsidR="00635F96" w:rsidRDefault="00635F96" w:rsidP="00924A3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142875</wp:posOffset>
                      </wp:positionV>
                      <wp:extent cx="3314700" cy="2762250"/>
                      <wp:effectExtent l="19050" t="16510" r="19050" b="21590"/>
                      <wp:wrapNone/>
                      <wp:docPr id="13" name="Rectangl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14700" cy="2762250"/>
                              </a:xfrm>
                              <a:prstGeom prst="rect">
                                <a:avLst/>
                              </a:prstGeom>
                              <a:noFill/>
                              <a:ln w="31750" cmpd="thickThin">
                                <a:solidFill>
                                  <a:schemeClr val="accent1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865BF0" id="Rectangle 55" o:spid="_x0000_s1026" style="position:absolute;margin-left:12pt;margin-top:11.25pt;width:261pt;height:21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" filled="f" strokecolor="#4b7b8a [2404]" strokeweight="2.5pt">
                      <v:stroke linestyle="thickThin"/>
                    </v:rect>
                  </w:pict>
                </mc:Fallback>
              </mc:AlternateContent>
            </w:r>
          </w:p>
          <w:p w:rsidR="00635F96" w:rsidRPr="00635F96" w:rsidRDefault="00635F96" w:rsidP="00635F96"/>
          <w:p w:rsidR="00635F96" w:rsidRPr="00635F96" w:rsidRDefault="00635F96" w:rsidP="00635F9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page">
                        <wp:posOffset>334010</wp:posOffset>
                      </wp:positionH>
                      <wp:positionV relativeFrom="page">
                        <wp:posOffset>300355</wp:posOffset>
                      </wp:positionV>
                      <wp:extent cx="2997835" cy="2397760"/>
                      <wp:effectExtent l="635" t="2540" r="1905" b="0"/>
                      <wp:wrapNone/>
                      <wp:docPr id="12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97835" cy="23977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31623" w:rsidRPr="00A26CD8" w:rsidRDefault="00635F96" w:rsidP="00A26CD8">
                                  <w:pPr>
                                    <w:pStyle w:val="Heading1"/>
                                  </w:pPr>
                                  <w:r>
                                    <w:t>Continue writing here…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26.3pt;margin-top:23.65pt;width:236.05pt;height:188.8pt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" filled="f" stroked="f">
                      <v:textbox>
                        <w:txbxContent>
                          <w:p w:rsidR="00931623" w:rsidRPr="00A26CD8" w:rsidRDefault="00635F96" w:rsidP="00A26CD8">
                            <w:pPr>
                              <w:pStyle w:val="Heading1"/>
                            </w:pPr>
                            <w:r>
                              <w:t>Continue writing here…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  <w:p w:rsidR="00635F96" w:rsidRPr="00635F96" w:rsidRDefault="00635F96" w:rsidP="00635F96"/>
          <w:p w:rsidR="00635F96" w:rsidRPr="00635F96" w:rsidRDefault="00635F96" w:rsidP="00635F96"/>
          <w:p w:rsidR="00635F96" w:rsidRPr="00635F96" w:rsidRDefault="00635F96" w:rsidP="00635F96"/>
          <w:p w:rsidR="00635F96" w:rsidRPr="00635F96" w:rsidRDefault="00635F96" w:rsidP="00635F96"/>
          <w:p w:rsidR="00635F96" w:rsidRDefault="00635F96" w:rsidP="00635F96"/>
          <w:p w:rsidR="00931623" w:rsidRPr="00635F96" w:rsidRDefault="00931623" w:rsidP="00635F96">
            <w:pPr>
              <w:jc w:val="center"/>
            </w:pPr>
          </w:p>
        </w:tc>
        <w:tc>
          <w:tcPr>
            <w:tcW w:w="270" w:type="dxa"/>
            <w:shd w:val="clear" w:color="auto" w:fill="FFFFFF"/>
          </w:tcPr>
          <w:p w:rsidR="00931623" w:rsidRPr="00D43B78" w:rsidRDefault="00931623" w:rsidP="00360145"/>
        </w:tc>
        <w:tc>
          <w:tcPr>
            <w:tcW w:w="5760" w:type="dxa"/>
            <w:shd w:val="clear" w:color="auto" w:fill="FFFFFF"/>
          </w:tcPr>
          <w:p w:rsidR="00931623" w:rsidRPr="00D43B78" w:rsidRDefault="00635F96" w:rsidP="0036014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page">
                        <wp:posOffset>294640</wp:posOffset>
                      </wp:positionH>
                      <wp:positionV relativeFrom="page">
                        <wp:posOffset>259715</wp:posOffset>
                      </wp:positionV>
                      <wp:extent cx="2997835" cy="2397760"/>
                      <wp:effectExtent l="0" t="0" r="3175" b="2540"/>
                      <wp:wrapNone/>
                      <wp:docPr id="11" name="Text Box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97835" cy="23977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35F96" w:rsidRPr="00A26CD8" w:rsidRDefault="00635F96" w:rsidP="00635F96">
                                  <w:pPr>
                                    <w:pStyle w:val="Heading1"/>
                                  </w:pPr>
                                  <w:r>
                                    <w:t>Continue writing here…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1" o:spid="_x0000_s1027" type="#_x0000_t202" style="position:absolute;margin-left:23.2pt;margin-top:20.45pt;width:236.05pt;height:188.8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" filled="f" stroked="f">
                      <v:textbox>
                        <w:txbxContent>
                          <w:p w:rsidR="00635F96" w:rsidRPr="00A26CD8" w:rsidRDefault="00635F96" w:rsidP="00635F96">
                            <w:pPr>
                              <w:pStyle w:val="Heading1"/>
                            </w:pPr>
                            <w:r>
                              <w:t>Continue writing here…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142875</wp:posOffset>
                      </wp:positionV>
                      <wp:extent cx="3314700" cy="2762250"/>
                      <wp:effectExtent l="19050" t="16510" r="19050" b="21590"/>
                      <wp:wrapNone/>
                      <wp:docPr id="10" name="Rectangl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14700" cy="2762250"/>
                              </a:xfrm>
                              <a:prstGeom prst="rect">
                                <a:avLst/>
                              </a:prstGeom>
                              <a:noFill/>
                              <a:ln w="31750" cmpd="thickThin">
                                <a:solidFill>
                                  <a:schemeClr val="accent1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51F858" id="Rectangle 56" o:spid="_x0000_s1026" style="position:absolute;margin-left:12.75pt;margin-top:11.25pt;width:261pt;height:21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" filled="f" strokecolor="#4b7b8a [2404]" strokeweight="2.5pt">
                      <v:stroke linestyle="thickThin"/>
                    </v:rect>
                  </w:pict>
                </mc:Fallback>
              </mc:AlternateContent>
            </w:r>
          </w:p>
        </w:tc>
        <w:bookmarkStart w:id="0" w:name="_GoBack"/>
        <w:bookmarkEnd w:id="0"/>
      </w:tr>
      <w:tr w:rsidR="00931623" w:rsidRPr="00D43B78" w:rsidTr="001A5AEC">
        <w:trPr>
          <w:cantSplit/>
          <w:trHeight w:hRule="exact" w:val="4800"/>
          <w:jc w:val="center"/>
        </w:trPr>
        <w:tc>
          <w:tcPr>
            <w:tcW w:w="5760" w:type="dxa"/>
            <w:shd w:val="clear" w:color="auto" w:fill="FFFFFF"/>
          </w:tcPr>
          <w:p w:rsidR="00931623" w:rsidRPr="00BE4E9C" w:rsidRDefault="00635F96" w:rsidP="0036014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page">
                        <wp:posOffset>252730</wp:posOffset>
                      </wp:positionH>
                      <wp:positionV relativeFrom="page">
                        <wp:posOffset>264160</wp:posOffset>
                      </wp:positionV>
                      <wp:extent cx="2997835" cy="2397760"/>
                      <wp:effectExtent l="0" t="4445" r="0" b="0"/>
                      <wp:wrapNone/>
                      <wp:docPr id="9" name="Text Box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97835" cy="23977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35F96" w:rsidRPr="00A26CD8" w:rsidRDefault="00635F96" w:rsidP="00635F96">
                                  <w:pPr>
                                    <w:pStyle w:val="Heading1"/>
                                  </w:pPr>
                                  <w:r>
                                    <w:t>Continue writing here…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2" o:spid="_x0000_s1028" type="#_x0000_t202" style="position:absolute;margin-left:19.9pt;margin-top:20.8pt;width:236.05pt;height:188.8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" filled="f" stroked="f">
                      <v:textbox>
                        <w:txbxContent>
                          <w:p w:rsidR="00635F96" w:rsidRPr="00A26CD8" w:rsidRDefault="00635F96" w:rsidP="00635F96">
                            <w:pPr>
                              <w:pStyle w:val="Heading1"/>
                            </w:pPr>
                            <w:r>
                              <w:t>Continue writing here…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161925</wp:posOffset>
                      </wp:positionV>
                      <wp:extent cx="3314700" cy="2762250"/>
                      <wp:effectExtent l="19050" t="16510" r="19050" b="21590"/>
                      <wp:wrapNone/>
                      <wp:docPr id="8" name="Rectangl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14700" cy="2762250"/>
                              </a:xfrm>
                              <a:prstGeom prst="rect">
                                <a:avLst/>
                              </a:prstGeom>
                              <a:noFill/>
                              <a:ln w="31750" cmpd="thickThin">
                                <a:solidFill>
                                  <a:schemeClr val="accent1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FBA7CF" id="Rectangle 57" o:spid="_x0000_s1026" style="position:absolute;margin-left:11.25pt;margin-top:12.75pt;width:261pt;height:21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" filled="f" strokecolor="#4b7b8a [2404]" strokeweight="2.5pt">
                      <v:stroke linestyle="thickThin"/>
                    </v:rect>
                  </w:pict>
                </mc:Fallback>
              </mc:AlternateContent>
            </w:r>
          </w:p>
        </w:tc>
        <w:tc>
          <w:tcPr>
            <w:tcW w:w="270" w:type="dxa"/>
            <w:shd w:val="clear" w:color="auto" w:fill="FFFFFF"/>
          </w:tcPr>
          <w:p w:rsidR="00931623" w:rsidRPr="007C0F23" w:rsidRDefault="00931623" w:rsidP="00924A34"/>
        </w:tc>
        <w:tc>
          <w:tcPr>
            <w:tcW w:w="5760" w:type="dxa"/>
            <w:shd w:val="clear" w:color="auto" w:fill="FFFFFF"/>
          </w:tcPr>
          <w:p w:rsidR="00931623" w:rsidRPr="00BE4E9C" w:rsidRDefault="00635F96" w:rsidP="0036014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page">
                        <wp:posOffset>294640</wp:posOffset>
                      </wp:positionH>
                      <wp:positionV relativeFrom="page">
                        <wp:posOffset>264160</wp:posOffset>
                      </wp:positionV>
                      <wp:extent cx="2997835" cy="2397760"/>
                      <wp:effectExtent l="0" t="4445" r="3175" b="0"/>
                      <wp:wrapNone/>
                      <wp:docPr id="7" name="Text Box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97835" cy="23977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35F96" w:rsidRPr="00A26CD8" w:rsidRDefault="00635F96" w:rsidP="00635F96">
                                  <w:pPr>
                                    <w:pStyle w:val="Heading1"/>
                                  </w:pPr>
                                  <w:r>
                                    <w:t>Continue writing here…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3" o:spid="_x0000_s1029" type="#_x0000_t202" style="position:absolute;margin-left:23.2pt;margin-top:20.8pt;width:236.05pt;height:188.8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" filled="f" stroked="f">
                      <v:textbox>
                        <w:txbxContent>
                          <w:p w:rsidR="00635F96" w:rsidRPr="00A26CD8" w:rsidRDefault="00635F96" w:rsidP="00635F96">
                            <w:pPr>
                              <w:pStyle w:val="Heading1"/>
                            </w:pPr>
                            <w:r>
                              <w:t>Continue writing here…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161925</wp:posOffset>
                      </wp:positionV>
                      <wp:extent cx="3314700" cy="2762250"/>
                      <wp:effectExtent l="19050" t="16510" r="19050" b="21590"/>
                      <wp:wrapNone/>
                      <wp:docPr id="6" name="Rectangl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14700" cy="2762250"/>
                              </a:xfrm>
                              <a:prstGeom prst="rect">
                                <a:avLst/>
                              </a:prstGeom>
                              <a:noFill/>
                              <a:ln w="31750" cmpd="thickThin">
                                <a:solidFill>
                                  <a:schemeClr val="accent1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FC8F80" id="Rectangle 58" o:spid="_x0000_s1026" style="position:absolute;margin-left:12.75pt;margin-top:12.75pt;width:261pt;height:21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" filled="f" strokecolor="#4b7b8a [2404]" strokeweight="2.5pt">
                      <v:stroke linestyle="thickThin"/>
                    </v:rect>
                  </w:pict>
                </mc:Fallback>
              </mc:AlternateContent>
            </w:r>
          </w:p>
        </w:tc>
      </w:tr>
      <w:tr w:rsidR="00931623" w:rsidTr="001A5AEC">
        <w:trPr>
          <w:cantSplit/>
          <w:trHeight w:hRule="exact" w:val="4800"/>
          <w:jc w:val="center"/>
        </w:trPr>
        <w:tc>
          <w:tcPr>
            <w:tcW w:w="5760" w:type="dxa"/>
            <w:shd w:val="clear" w:color="auto" w:fill="FFFFFF"/>
          </w:tcPr>
          <w:p w:rsidR="00931623" w:rsidRPr="00D43B78" w:rsidRDefault="00635F96" w:rsidP="0036014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page">
                        <wp:posOffset>273050</wp:posOffset>
                      </wp:positionH>
                      <wp:positionV relativeFrom="page">
                        <wp:posOffset>233680</wp:posOffset>
                      </wp:positionV>
                      <wp:extent cx="2997835" cy="2397760"/>
                      <wp:effectExtent l="0" t="2540" r="0" b="0"/>
                      <wp:wrapNone/>
                      <wp:docPr id="5" name="Text Box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97835" cy="23977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35F96" w:rsidRPr="00A26CD8" w:rsidRDefault="00635F96" w:rsidP="00635F96">
                                  <w:pPr>
                                    <w:pStyle w:val="Heading1"/>
                                  </w:pPr>
                                  <w:r>
                                    <w:t>Continue writing here…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4" o:spid="_x0000_s1030" type="#_x0000_t202" style="position:absolute;margin-left:21.5pt;margin-top:18.4pt;width:236.05pt;height:188.8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" filled="f" stroked="f">
                      <v:textbox>
                        <w:txbxContent>
                          <w:p w:rsidR="00635F96" w:rsidRPr="00A26CD8" w:rsidRDefault="00635F96" w:rsidP="00635F96">
                            <w:pPr>
                              <w:pStyle w:val="Heading1"/>
                            </w:pPr>
                            <w:r>
                              <w:t>Continue writing here…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152400</wp:posOffset>
                      </wp:positionV>
                      <wp:extent cx="3314700" cy="2762250"/>
                      <wp:effectExtent l="19050" t="16510" r="19050" b="21590"/>
                      <wp:wrapNone/>
                      <wp:docPr id="4" name="Rectangl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14700" cy="2762250"/>
                              </a:xfrm>
                              <a:prstGeom prst="rect">
                                <a:avLst/>
                              </a:prstGeom>
                              <a:noFill/>
                              <a:ln w="31750" cmpd="thickThin">
                                <a:solidFill>
                                  <a:schemeClr val="accent1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7E4A50" id="Rectangle 59" o:spid="_x0000_s1026" style="position:absolute;margin-left:12pt;margin-top:12pt;width:261pt;height:217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" filled="f" strokecolor="#4b7b8a [2404]" strokeweight="2.5pt">
                      <v:stroke linestyle="thickThin"/>
                    </v:rect>
                  </w:pict>
                </mc:Fallback>
              </mc:AlternateContent>
            </w:r>
          </w:p>
        </w:tc>
        <w:tc>
          <w:tcPr>
            <w:tcW w:w="270" w:type="dxa"/>
            <w:shd w:val="clear" w:color="auto" w:fill="FFFFFF"/>
          </w:tcPr>
          <w:p w:rsidR="00931623" w:rsidRPr="00D43B78" w:rsidRDefault="00931623" w:rsidP="00360145"/>
        </w:tc>
        <w:tc>
          <w:tcPr>
            <w:tcW w:w="5760" w:type="dxa"/>
            <w:shd w:val="clear" w:color="auto" w:fill="FFFFFF"/>
          </w:tcPr>
          <w:p w:rsidR="00931623" w:rsidRDefault="00635F96" w:rsidP="0036014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page">
                        <wp:posOffset>294640</wp:posOffset>
                      </wp:positionH>
                      <wp:positionV relativeFrom="page">
                        <wp:posOffset>233680</wp:posOffset>
                      </wp:positionV>
                      <wp:extent cx="2997835" cy="2397760"/>
                      <wp:effectExtent l="0" t="2540" r="3175" b="0"/>
                      <wp:wrapNone/>
                      <wp:docPr id="3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97835" cy="23977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35F96" w:rsidRPr="00A26CD8" w:rsidRDefault="00635F96" w:rsidP="00635F96">
                                  <w:pPr>
                                    <w:pStyle w:val="Heading1"/>
                                  </w:pPr>
                                  <w:r>
                                    <w:t>Continue writing here…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5" o:spid="_x0000_s1031" type="#_x0000_t202" style="position:absolute;margin-left:23.2pt;margin-top:18.4pt;width:236.05pt;height:188.8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" filled="f" stroked="f">
                      <v:textbox>
                        <w:txbxContent>
                          <w:p w:rsidR="00635F96" w:rsidRPr="00A26CD8" w:rsidRDefault="00635F96" w:rsidP="00635F96">
                            <w:pPr>
                              <w:pStyle w:val="Heading1"/>
                            </w:pPr>
                            <w:r>
                              <w:t>Continue writing here…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152400</wp:posOffset>
                      </wp:positionV>
                      <wp:extent cx="3314700" cy="2762250"/>
                      <wp:effectExtent l="19050" t="16510" r="19050" b="21590"/>
                      <wp:wrapNone/>
                      <wp:docPr id="2" name="Rectangl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14700" cy="2762250"/>
                              </a:xfrm>
                              <a:prstGeom prst="rect">
                                <a:avLst/>
                              </a:prstGeom>
                              <a:noFill/>
                              <a:ln w="31750" cmpd="thickThin">
                                <a:solidFill>
                                  <a:schemeClr val="accent1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1AB7B6" id="Rectangle 60" o:spid="_x0000_s1026" style="position:absolute;margin-left:12.75pt;margin-top:12pt;width:261pt;height:21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" filled="f" strokecolor="#4b7b8a [2404]" strokeweight="2.5pt">
                      <v:stroke linestyle="thickThin"/>
                    </v:rect>
                  </w:pict>
                </mc:Fallback>
              </mc:AlternateContent>
            </w:r>
          </w:p>
        </w:tc>
      </w:tr>
    </w:tbl>
    <w:p w:rsidR="00D824A0" w:rsidRDefault="00D824A0">
      <w:pPr>
        <w:rPr>
          <w:vanish/>
        </w:rPr>
      </w:pPr>
    </w:p>
    <w:sectPr w:rsidR="00D824A0" w:rsidSect="00635F96">
      <w:headerReference w:type="default" r:id="rId7"/>
      <w:type w:val="continuous"/>
      <w:pgSz w:w="12240" w:h="15840" w:code="1"/>
      <w:pgMar w:top="180" w:right="360" w:bottom="0" w:left="360" w:header="0" w:footer="0" w:gutter="0"/>
      <w:paperSrc w:first="4" w:other="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53D" w:rsidRDefault="00A9153D">
      <w:r>
        <w:separator/>
      </w:r>
    </w:p>
  </w:endnote>
  <w:endnote w:type="continuationSeparator" w:id="0">
    <w:p w:rsidR="00A9153D" w:rsidRDefault="00A91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53D" w:rsidRDefault="00A9153D">
      <w:r>
        <w:separator/>
      </w:r>
    </w:p>
  </w:footnote>
  <w:footnote w:type="continuationSeparator" w:id="0">
    <w:p w:rsidR="00A9153D" w:rsidRDefault="00A915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F96" w:rsidRDefault="00635F96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7312025" cy="230505"/>
              <wp:effectExtent l="0" t="0" r="0" b="0"/>
              <wp:wrapSquare wrapText="bothSides"/>
              <wp:docPr id="1" name="Rectangle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312025" cy="23050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635F96" w:rsidRPr="00635F96" w:rsidRDefault="00635F96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jc w:val="center"/>
                            <w:rPr>
                              <w:b/>
                              <w:caps/>
                              <w:color w:val="FFFFFF" w:themeColor="background1"/>
                              <w:sz w:val="18"/>
                            </w:rPr>
                          </w:pPr>
                          <w:r w:rsidRPr="00635F96">
                            <w:rPr>
                              <w:b/>
                              <w:caps/>
                              <w:color w:val="FFFFFF" w:themeColor="background1"/>
                              <w:sz w:val="18"/>
                            </w:rPr>
                            <w:t>Storyboard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32" style="position:absolute;margin-left:0;margin-top:0;width:575.75pt;height:18.15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" o:allowoverlap="f" fillcolor="#6ea0b0 [3204]" stroked="f" strokeweight="2pt">
              <v:path arrowok="t"/>
              <v:textbox style="mso-fit-shape-to-text:t">
                <w:txbxContent>
                  <w:p w:rsidR="00635F96" w:rsidRPr="00635F96" w:rsidRDefault="00635F96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jc w:val="center"/>
                      <w:rPr>
                        <w:b/>
                        <w:caps/>
                        <w:color w:val="FFFFFF" w:themeColor="background1"/>
                        <w:sz w:val="18"/>
                      </w:rPr>
                    </w:pPr>
                    <w:r w:rsidRPr="00635F96">
                      <w:rPr>
                        <w:b/>
                        <w:caps/>
                        <w:color w:val="FFFFFF" w:themeColor="background1"/>
                        <w:sz w:val="18"/>
                      </w:rPr>
                      <w:t>Storyboard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>
      <o:colormru v:ext="edit" colors="#3b5e91,#e4eaf4,#dee6f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F96"/>
    <w:rsid w:val="0000407E"/>
    <w:rsid w:val="000D4D79"/>
    <w:rsid w:val="001A5AEC"/>
    <w:rsid w:val="003101B8"/>
    <w:rsid w:val="00341638"/>
    <w:rsid w:val="00360145"/>
    <w:rsid w:val="0038122D"/>
    <w:rsid w:val="003956BD"/>
    <w:rsid w:val="003B5CBD"/>
    <w:rsid w:val="003C5016"/>
    <w:rsid w:val="003D7A10"/>
    <w:rsid w:val="003F02BC"/>
    <w:rsid w:val="004024D0"/>
    <w:rsid w:val="0042398F"/>
    <w:rsid w:val="00433ACC"/>
    <w:rsid w:val="004847D9"/>
    <w:rsid w:val="004B5F3F"/>
    <w:rsid w:val="004D0BA9"/>
    <w:rsid w:val="004F7F6F"/>
    <w:rsid w:val="00554734"/>
    <w:rsid w:val="005C001E"/>
    <w:rsid w:val="005D108D"/>
    <w:rsid w:val="00626614"/>
    <w:rsid w:val="00635F96"/>
    <w:rsid w:val="00641635"/>
    <w:rsid w:val="007038ED"/>
    <w:rsid w:val="007C0F23"/>
    <w:rsid w:val="007C70EC"/>
    <w:rsid w:val="008D7C42"/>
    <w:rsid w:val="00906DC3"/>
    <w:rsid w:val="00924A34"/>
    <w:rsid w:val="00931623"/>
    <w:rsid w:val="009A5675"/>
    <w:rsid w:val="009F7F30"/>
    <w:rsid w:val="00A105E4"/>
    <w:rsid w:val="00A14E36"/>
    <w:rsid w:val="00A26CD8"/>
    <w:rsid w:val="00A81105"/>
    <w:rsid w:val="00A9153D"/>
    <w:rsid w:val="00AD700E"/>
    <w:rsid w:val="00B30CFD"/>
    <w:rsid w:val="00B9487A"/>
    <w:rsid w:val="00BE4E9C"/>
    <w:rsid w:val="00C572B0"/>
    <w:rsid w:val="00C82720"/>
    <w:rsid w:val="00CB5152"/>
    <w:rsid w:val="00CB79B5"/>
    <w:rsid w:val="00CF5A41"/>
    <w:rsid w:val="00D43B78"/>
    <w:rsid w:val="00D52FB7"/>
    <w:rsid w:val="00D824A0"/>
    <w:rsid w:val="00D876FE"/>
    <w:rsid w:val="00E34523"/>
    <w:rsid w:val="00E864DD"/>
    <w:rsid w:val="00E94EED"/>
    <w:rsid w:val="00EC1B60"/>
    <w:rsid w:val="00EF271D"/>
    <w:rsid w:val="00F27179"/>
    <w:rsid w:val="00F80B61"/>
    <w:rsid w:val="00FB3EAA"/>
    <w:rsid w:val="00FD5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e4eaf4,#dee6f2"/>
    </o:shapedefaults>
    <o:shapelayout v:ext="edit">
      <o:idmap v:ext="edit" data="1"/>
    </o:shapelayout>
  </w:shapeDefaults>
  <w:decimalSymbol w:val="."/>
  <w:listSeparator w:val=","/>
  <w14:docId w14:val="272EC799"/>
  <w15:docId w15:val="{72745DE1-18FD-4700-8BA0-B9F56C413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A26CD8"/>
    <w:pPr>
      <w:spacing w:line="264" w:lineRule="auto"/>
    </w:pPr>
    <w:rPr>
      <w:rFonts w:asciiTheme="minorHAnsi" w:hAnsiTheme="minorHAnsi"/>
      <w:color w:val="4B7B8A" w:themeColor="accent1" w:themeShade="BF"/>
      <w:sz w:val="14"/>
    </w:rPr>
  </w:style>
  <w:style w:type="paragraph" w:styleId="Heading1">
    <w:name w:val="heading 1"/>
    <w:basedOn w:val="Normal"/>
    <w:next w:val="Normal"/>
    <w:link w:val="Heading1Char"/>
    <w:qFormat/>
    <w:rsid w:val="00D52FB7"/>
    <w:pPr>
      <w:outlineLvl w:val="0"/>
    </w:pPr>
    <w:rPr>
      <w:sz w:val="18"/>
    </w:rPr>
  </w:style>
  <w:style w:type="paragraph" w:styleId="Heading2">
    <w:name w:val="heading 2"/>
    <w:basedOn w:val="Heading1"/>
    <w:next w:val="Normal"/>
    <w:qFormat/>
    <w:rsid w:val="004B5F3F"/>
    <w:pPr>
      <w:outlineLvl w:val="1"/>
    </w:pPr>
    <w:rPr>
      <w:b/>
    </w:rPr>
  </w:style>
  <w:style w:type="paragraph" w:styleId="Heading3">
    <w:name w:val="heading 3"/>
    <w:basedOn w:val="Heading2"/>
    <w:next w:val="Normal"/>
    <w:qFormat/>
    <w:rsid w:val="00B9487A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26CD8"/>
    <w:rPr>
      <w:color w:val="808080"/>
    </w:rPr>
  </w:style>
  <w:style w:type="paragraph" w:styleId="BalloonText">
    <w:name w:val="Balloon Text"/>
    <w:basedOn w:val="Normal"/>
    <w:semiHidden/>
    <w:rsid w:val="004B5F3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635F96"/>
    <w:rPr>
      <w:rFonts w:asciiTheme="minorHAnsi" w:hAnsiTheme="minorHAnsi"/>
      <w:color w:val="4B7B8A" w:themeColor="accent1" w:themeShade="BF"/>
      <w:sz w:val="18"/>
    </w:rPr>
  </w:style>
  <w:style w:type="paragraph" w:styleId="Header">
    <w:name w:val="header"/>
    <w:basedOn w:val="Normal"/>
    <w:link w:val="HeaderChar"/>
    <w:uiPriority w:val="99"/>
    <w:unhideWhenUsed/>
    <w:rsid w:val="00635F9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F96"/>
    <w:rPr>
      <w:rFonts w:asciiTheme="minorHAnsi" w:hAnsiTheme="minorHAnsi"/>
      <w:color w:val="4B7B8A" w:themeColor="accent1" w:themeShade="BF"/>
      <w:sz w:val="14"/>
    </w:rPr>
  </w:style>
  <w:style w:type="paragraph" w:styleId="Footer">
    <w:name w:val="footer"/>
    <w:basedOn w:val="Normal"/>
    <w:link w:val="FooterChar"/>
    <w:unhideWhenUsed/>
    <w:rsid w:val="00635F9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635F96"/>
    <w:rPr>
      <w:rFonts w:asciiTheme="minorHAnsi" w:hAnsiTheme="minorHAnsi"/>
      <w:color w:val="4B7B8A" w:themeColor="accent1" w:themeShade="BF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Shipping%20labels%20(Blue%20Border%20design,%206%20per%20page).dotx" TargetMode="External"/></Relationships>
</file>

<file path=word/theme/theme1.xml><?xml version="1.0" encoding="utf-8"?>
<a:theme xmlns:a="http://schemas.openxmlformats.org/drawingml/2006/main" name="Office Theme">
  <a:themeElements>
    <a:clrScheme name="Technic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Blue Border">
      <a:majorFont>
        <a:latin typeface="Book Antiqu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E2C3FD64-8A43-41CA-845C-FC920C5341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Shipping labels (Blue Border design, 6 per page).dotx</Template>
  <TotalTime>4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Shipping labels (Blue Border design, works with Avery 5164)</vt:lpstr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Shipping labels (Blue Border design, works with Avery 5164)</dc:title>
  <dc:creator>Alex</dc:creator>
  <cp:keywords/>
  <cp:lastModifiedBy>Alex</cp:lastModifiedBy>
  <cp:revision>1</cp:revision>
  <cp:lastPrinted>2004-08-20T17:41:00Z</cp:lastPrinted>
  <dcterms:created xsi:type="dcterms:W3CDTF">2017-06-06T07:42:00Z</dcterms:created>
  <dcterms:modified xsi:type="dcterms:W3CDTF">2017-06-06T07:46:00Z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TC103747189990</vt:lpwstr>
  </property>
</Properties>
</file>