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</w:rPr>
        <w:id w:val="-1923097843"/>
        <w:placeholder>
          <w:docPart w:val="D407018EACEA4803B8C846490E37BC81"/>
        </w:placeholder>
        <w:temporary/>
        <w:showingPlcHdr/>
        <w15:appearance w15:val="hidden"/>
      </w:sdtPr>
      <w:sdtEndPr/>
      <w:sdtContent>
        <w:p w:rsidR="00C23B4F" w:rsidRPr="00245098" w:rsidRDefault="00FB193B" w:rsidP="00245098">
          <w:pPr>
            <w:pStyle w:val="Title"/>
            <w:jc w:val="center"/>
            <w:rPr>
              <w:rFonts w:ascii="Calibri" w:hAnsi="Calibri" w:cs="Calibri"/>
            </w:rPr>
          </w:pPr>
          <w:r w:rsidRPr="00570B65">
            <w:rPr>
              <w:rFonts w:ascii="Calibri" w:hAnsi="Calibri" w:cs="Calibri"/>
              <w:b w:val="0"/>
              <w:sz w:val="42"/>
            </w:rPr>
            <w:t>Employee Referral Form</w:t>
          </w:r>
        </w:p>
      </w:sdtContent>
    </w:sdt>
    <w:sdt>
      <w:sdtPr>
        <w:rPr>
          <w:rFonts w:ascii="Calibri" w:hAnsi="Calibri" w:cs="Calibri"/>
        </w:rPr>
        <w:id w:val="2111541256"/>
        <w:placeholder>
          <w:docPart w:val="C139E581F9A54B96A7B16C4A6271E8F8"/>
        </w:placeholder>
        <w:temporary/>
        <w:showingPlcHdr/>
        <w15:appearance w15:val="hidden"/>
      </w:sdtPr>
      <w:sdtEndPr/>
      <w:sdtContent>
        <w:p w:rsidR="00C23B4F" w:rsidRPr="00245098" w:rsidRDefault="00FB193B">
          <w:pPr>
            <w:pStyle w:val="Heading1"/>
            <w:rPr>
              <w:rFonts w:ascii="Calibri" w:hAnsi="Calibri" w:cs="Calibri"/>
            </w:rPr>
          </w:pPr>
          <w:r w:rsidRPr="00245098">
            <w:rPr>
              <w:rFonts w:ascii="Calibri" w:hAnsi="Calibri" w:cs="Calibri"/>
              <w:sz w:val="26"/>
            </w:rPr>
            <w:t>Referral Guidelines</w:t>
          </w:r>
        </w:p>
      </w:sdtContent>
    </w:sdt>
    <w:p w:rsidR="00C23B4F" w:rsidRPr="00245098" w:rsidRDefault="00FB193B">
      <w:pPr>
        <w:pStyle w:val="ListNumber"/>
        <w:rPr>
          <w:rFonts w:ascii="Calibri" w:hAnsi="Calibri" w:cs="Calibri"/>
        </w:rPr>
      </w:pPr>
      <w:r w:rsidRPr="00245098">
        <w:rPr>
          <w:rFonts w:ascii="Calibri" w:hAnsi="Calibri" w:cs="Calibri"/>
        </w:rPr>
        <w:t>To refer a potential employee, please complete this form and return it, along with a copy of the prospective candidate’s resume, application, or both, to the Human Resources departm</w:t>
      </w:r>
      <w:bookmarkStart w:id="0" w:name="_GoBack"/>
      <w:bookmarkEnd w:id="0"/>
      <w:r w:rsidRPr="00245098">
        <w:rPr>
          <w:rFonts w:ascii="Calibri" w:hAnsi="Calibri" w:cs="Calibri"/>
        </w:rPr>
        <w:t>ent.</w:t>
      </w:r>
    </w:p>
    <w:p w:rsidR="00C23B4F" w:rsidRPr="00245098" w:rsidRDefault="00FB193B">
      <w:pPr>
        <w:pStyle w:val="ListNumber"/>
        <w:rPr>
          <w:rFonts w:ascii="Calibri" w:hAnsi="Calibri" w:cs="Calibri"/>
        </w:rPr>
      </w:pPr>
      <w:r w:rsidRPr="00245098">
        <w:rPr>
          <w:rFonts w:ascii="Calibri" w:hAnsi="Calibri" w:cs="Calibri"/>
        </w:rPr>
        <w:t xml:space="preserve">You </w:t>
      </w:r>
      <w:r w:rsidRPr="00245098">
        <w:rPr>
          <w:rFonts w:ascii="Calibri" w:hAnsi="Calibri" w:cs="Calibri"/>
        </w:rPr>
        <w:t>are eligible for a referral award only when you refer external candidates.</w:t>
      </w:r>
    </w:p>
    <w:p w:rsidR="00C23B4F" w:rsidRPr="00245098" w:rsidRDefault="00FB193B">
      <w:pPr>
        <w:pStyle w:val="ListNumber"/>
        <w:rPr>
          <w:rFonts w:ascii="Calibri" w:hAnsi="Calibri" w:cs="Calibri"/>
        </w:rPr>
      </w:pPr>
      <w:r w:rsidRPr="00245098">
        <w:rPr>
          <w:rFonts w:ascii="Calibri" w:hAnsi="Calibri" w:cs="Calibri"/>
        </w:rPr>
        <w:t>If the candidate you refer is hired, you will receive a referral award of $</w:t>
      </w:r>
      <w:sdt>
        <w:sdtPr>
          <w:rPr>
            <w:rFonts w:ascii="Calibri" w:hAnsi="Calibri" w:cs="Calibri"/>
          </w:rPr>
          <w:alias w:val="Amount"/>
          <w:tag w:val="Amount"/>
          <w:id w:val="1933872182"/>
          <w:placeholder>
            <w:docPart w:val="D765234CAB0E4F86AB68A732F1E3872A"/>
          </w:placeholder>
          <w:temporary/>
          <w:showingPlcHdr/>
          <w15:appearance w15:val="hidden"/>
        </w:sdtPr>
        <w:sdtEndPr/>
        <w:sdtContent>
          <w:r w:rsidRPr="00245098">
            <w:rPr>
              <w:rStyle w:val="PlaceholderText"/>
              <w:rFonts w:ascii="Calibri" w:hAnsi="Calibri" w:cs="Calibri"/>
            </w:rPr>
            <w:t>amount</w:t>
          </w:r>
        </w:sdtContent>
      </w:sdt>
      <w:r w:rsidRPr="00245098">
        <w:rPr>
          <w:rFonts w:ascii="Calibri" w:hAnsi="Calibri" w:cs="Calibri"/>
        </w:rPr>
        <w:t xml:space="preserve"> after the new employee has worked for </w:t>
      </w:r>
      <w:sdt>
        <w:sdtPr>
          <w:rPr>
            <w:rFonts w:ascii="Calibri" w:hAnsi="Calibri" w:cs="Calibri"/>
          </w:rPr>
          <w:alias w:val="Company"/>
          <w:tag w:val="Company"/>
          <w:id w:val="1933872247"/>
          <w:placeholder>
            <w:docPart w:val="580786036C5F4A81A0663FB42D1F412C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EndPr/>
        <w:sdtContent>
          <w:r w:rsidRPr="00245098">
            <w:rPr>
              <w:rFonts w:ascii="Calibri" w:hAnsi="Calibri" w:cs="Calibri"/>
            </w:rPr>
            <w:t>Company Name</w:t>
          </w:r>
        </w:sdtContent>
      </w:sdt>
      <w:r w:rsidRPr="00245098">
        <w:rPr>
          <w:rFonts w:ascii="Calibri" w:hAnsi="Calibri" w:cs="Calibri"/>
        </w:rPr>
        <w:t xml:space="preserve"> for 90 days.</w:t>
      </w:r>
    </w:p>
    <w:p w:rsidR="00C23B4F" w:rsidRPr="00245098" w:rsidRDefault="00FB193B">
      <w:pPr>
        <w:pStyle w:val="ListNumber"/>
        <w:rPr>
          <w:rFonts w:ascii="Calibri" w:hAnsi="Calibri" w:cs="Calibri"/>
        </w:rPr>
      </w:pPr>
      <w:r w:rsidRPr="00245098">
        <w:rPr>
          <w:rFonts w:ascii="Calibri" w:hAnsi="Calibri" w:cs="Calibri"/>
        </w:rPr>
        <w:t>Employees involved in the hirin</w:t>
      </w:r>
      <w:r w:rsidRPr="00245098">
        <w:rPr>
          <w:rFonts w:ascii="Calibri" w:hAnsi="Calibri" w:cs="Calibri"/>
        </w:rPr>
        <w:t>g decision for a particular position are not eligible for referral awards for that position.</w:t>
      </w:r>
    </w:p>
    <w:p w:rsidR="00C23B4F" w:rsidRPr="00245098" w:rsidRDefault="00FB193B">
      <w:pPr>
        <w:pStyle w:val="ListNumber"/>
        <w:rPr>
          <w:rFonts w:ascii="Calibri" w:hAnsi="Calibri" w:cs="Calibri"/>
        </w:rPr>
      </w:pPr>
      <w:r w:rsidRPr="00245098">
        <w:rPr>
          <w:rFonts w:ascii="Calibri" w:hAnsi="Calibri" w:cs="Calibri"/>
        </w:rPr>
        <w:t>Only one referral award can be given per candidate. If a candidate is referred by more than one employee, the first referral received will be the one rewarded if t</w:t>
      </w:r>
      <w:r w:rsidRPr="00245098">
        <w:rPr>
          <w:rFonts w:ascii="Calibri" w:hAnsi="Calibri" w:cs="Calibri"/>
        </w:rPr>
        <w:t>he candidate is hired.</w:t>
      </w:r>
    </w:p>
    <w:p w:rsidR="00C23B4F" w:rsidRPr="00245098" w:rsidRDefault="00FB193B">
      <w:pPr>
        <w:pStyle w:val="Heading1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608424983"/>
          <w:placeholder>
            <w:docPart w:val="5CF1CC6E680D41B7AF8103EDA230FB88"/>
          </w:placeholder>
          <w:temporary/>
          <w:showingPlcHdr/>
          <w15:appearance w15:val="hidden"/>
        </w:sdtPr>
        <w:sdtEndPr/>
        <w:sdtContent>
          <w:r w:rsidRPr="00245098">
            <w:rPr>
              <w:rFonts w:ascii="Calibri" w:hAnsi="Calibri" w:cs="Calibri"/>
            </w:rPr>
            <w:t>Employee Information</w:t>
          </w:r>
        </w:sdtContent>
      </w:sdt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710"/>
        <w:gridCol w:w="17"/>
        <w:gridCol w:w="3313"/>
        <w:gridCol w:w="1728"/>
        <w:gridCol w:w="3312"/>
      </w:tblGrid>
      <w:tr w:rsidR="00C23B4F" w:rsidRPr="00245098">
        <w:tc>
          <w:tcPr>
            <w:tcW w:w="1727" w:type="dxa"/>
            <w:gridSpan w:val="2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61790924"/>
                <w:placeholder>
                  <w:docPart w:val="33294F8CB27844DF9B6D5705F294FC2C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Employee Name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951231156"/>
            <w:placeholder>
              <w:docPart w:val="D48568A09CBE4E79ACDB391D7CDE40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3" w:type="dxa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Employee Name</w:t>
                </w:r>
              </w:p>
            </w:tc>
          </w:sdtContent>
        </w:sdt>
        <w:tc>
          <w:tcPr>
            <w:tcW w:w="1728" w:type="dxa"/>
            <w:tcMar>
              <w:left w:w="216" w:type="dxa"/>
            </w:tcMar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4575507"/>
                <w:placeholder>
                  <w:docPart w:val="F672EF2496A445E284808F21D7B7C0B5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Date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752084459"/>
            <w:placeholder>
              <w:docPart w:val="03EE2EC636FF44079CA6E8021F6CD54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Date</w:t>
                </w:r>
              </w:p>
            </w:tc>
          </w:sdtContent>
        </w:sdt>
      </w:tr>
      <w:tr w:rsidR="00C23B4F" w:rsidRPr="00245098">
        <w:tc>
          <w:tcPr>
            <w:tcW w:w="1727" w:type="dxa"/>
            <w:gridSpan w:val="2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37191944"/>
                <w:placeholder>
                  <w:docPart w:val="B4DC46D3F4C7451E906872EDB3A9D003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Employee ID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213917825"/>
            <w:placeholder>
              <w:docPart w:val="60D3D1137D11412BBB0D7CA1894899E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3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Employee ID</w:t>
                </w:r>
              </w:p>
            </w:tc>
          </w:sdtContent>
        </w:sdt>
        <w:tc>
          <w:tcPr>
            <w:tcW w:w="1728" w:type="dxa"/>
            <w:tcMar>
              <w:left w:w="216" w:type="dxa"/>
            </w:tcMar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8693059"/>
                <w:placeholder>
                  <w:docPart w:val="E20A72D42D054D35BDDCE51F2DEB2D09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Department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36082867"/>
            <w:placeholder>
              <w:docPart w:val="FC0F19A7ECA8409294FA3D5A195C839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Department</w:t>
                </w:r>
              </w:p>
            </w:tc>
          </w:sdtContent>
        </w:sdt>
      </w:tr>
      <w:tr w:rsidR="00C23B4F" w:rsidRPr="00245098">
        <w:tc>
          <w:tcPr>
            <w:tcW w:w="1710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32972206"/>
                <w:placeholder>
                  <w:docPart w:val="CC967539BF734DBD8B7603C76FD051A0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Email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783653111"/>
            <w:placeholder>
              <w:docPart w:val="A4BA67DBA7F84F8D915223B473FDA4B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30" w:type="dxa"/>
                <w:gridSpan w:val="2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Email</w:t>
                </w:r>
              </w:p>
            </w:tc>
          </w:sdtContent>
        </w:sdt>
        <w:tc>
          <w:tcPr>
            <w:tcW w:w="1728" w:type="dxa"/>
            <w:tcMar>
              <w:left w:w="216" w:type="dxa"/>
            </w:tcMar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5558676"/>
                <w:placeholder>
                  <w:docPart w:val="63C04674036C4425BC0BFA88FD88C6AD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Telephone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41598000"/>
            <w:placeholder>
              <w:docPart w:val="D3BB8E63ACFB4C42B27B77127EB2C8A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Telephone</w:t>
                </w:r>
              </w:p>
            </w:tc>
          </w:sdtContent>
        </w:sdt>
      </w:tr>
    </w:tbl>
    <w:p w:rsidR="00C23B4F" w:rsidRPr="00245098" w:rsidRDefault="00FB193B">
      <w:pPr>
        <w:pStyle w:val="Heading1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087269390"/>
          <w:placeholder>
            <w:docPart w:val="F5977A71EBF54A339A4F0E140726E3CF"/>
          </w:placeholder>
          <w:temporary/>
          <w:showingPlcHdr/>
          <w15:appearance w15:val="hidden"/>
        </w:sdtPr>
        <w:sdtEndPr/>
        <w:sdtContent>
          <w:r w:rsidRPr="00245098">
            <w:rPr>
              <w:rFonts w:ascii="Calibri" w:hAnsi="Calibri" w:cs="Calibri"/>
            </w:rPr>
            <w:t>Referral Information</w:t>
          </w:r>
        </w:sdtContent>
      </w:sdt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2203"/>
        <w:gridCol w:w="18"/>
        <w:gridCol w:w="7859"/>
      </w:tblGrid>
      <w:tr w:rsidR="00C23B4F" w:rsidRPr="00245098">
        <w:tc>
          <w:tcPr>
            <w:tcW w:w="2221" w:type="dxa"/>
            <w:gridSpan w:val="2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93033294"/>
                <w:placeholder>
                  <w:docPart w:val="C5572DAAE23645D38070540BBA266A5C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Candidate Name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234173705"/>
            <w:placeholder>
              <w:docPart w:val="87922B8571244ED4AEE251B25331FE15"/>
            </w:placeholder>
            <w:temporary/>
            <w:showingPlcHdr/>
            <w15:appearance w15:val="hidden"/>
          </w:sdtPr>
          <w:sdtEndPr/>
          <w:sdtContent>
            <w:tc>
              <w:tcPr>
                <w:tcW w:w="7859" w:type="dxa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Candidate Name</w:t>
                </w:r>
              </w:p>
            </w:tc>
          </w:sdtContent>
        </w:sdt>
      </w:tr>
      <w:tr w:rsidR="00C23B4F" w:rsidRPr="00245098">
        <w:tc>
          <w:tcPr>
            <w:tcW w:w="2221" w:type="dxa"/>
            <w:gridSpan w:val="2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08091216"/>
                <w:placeholder>
                  <w:docPart w:val="D5AAA6C8278C488FAECA470E76A13A91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Email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885338964"/>
            <w:placeholder>
              <w:docPart w:val="C854CA8B4EB04321A636C35FD44EEFA6"/>
            </w:placeholder>
            <w:temporary/>
            <w:showingPlcHdr/>
            <w15:appearance w15:val="hidden"/>
          </w:sdtPr>
          <w:sdtEndPr/>
          <w:sdtContent>
            <w:tc>
              <w:tcPr>
                <w:tcW w:w="7859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Email</w:t>
                </w:r>
              </w:p>
            </w:tc>
          </w:sdtContent>
        </w:sdt>
      </w:tr>
      <w:tr w:rsidR="00C23B4F" w:rsidRPr="00245098">
        <w:tc>
          <w:tcPr>
            <w:tcW w:w="2203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4186855"/>
                <w:placeholder>
                  <w:docPart w:val="40F890CD34CF4D1B961F1875EC31558C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Telephone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372884508"/>
            <w:placeholder>
              <w:docPart w:val="920BDE378A334F528407D4F7BC61D8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7877" w:type="dxa"/>
                <w:gridSpan w:val="2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Telephone</w:t>
                </w:r>
              </w:p>
            </w:tc>
          </w:sdtContent>
        </w:sdt>
      </w:tr>
      <w:tr w:rsidR="00C23B4F" w:rsidRPr="00245098">
        <w:tc>
          <w:tcPr>
            <w:tcW w:w="2203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48244509"/>
                <w:placeholder>
                  <w:docPart w:val="03A925909AF642ABA8BEF9CB17D394D2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Position Referred For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473654177"/>
            <w:placeholder>
              <w:docPart w:val="83267CA75D1D4DCFA0430431022393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7877" w:type="dxa"/>
                <w:gridSpan w:val="2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Position</w:t>
                </w:r>
              </w:p>
            </w:tc>
          </w:sdtContent>
        </w:sdt>
      </w:tr>
    </w:tbl>
    <w:tbl>
      <w:tblPr>
        <w:tblStyle w:val="TableGrid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0080"/>
      </w:tblGrid>
      <w:tr w:rsidR="00C23B4F" w:rsidRPr="00245098">
        <w:tc>
          <w:tcPr>
            <w:tcW w:w="10080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2194606"/>
                <w:placeholder>
                  <w:docPart w:val="EECA33802EBB4464A975D8EA5684CC4E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Why this candidate is qualified for this position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</w:tr>
      <w:tr w:rsidR="00C23B4F" w:rsidRPr="00245098">
        <w:trPr>
          <w:trHeight w:val="864"/>
        </w:trPr>
        <w:sdt>
          <w:sdtPr>
            <w:rPr>
              <w:rFonts w:ascii="Calibri" w:hAnsi="Calibri" w:cs="Calibri"/>
            </w:rPr>
            <w:id w:val="-568351585"/>
            <w:placeholder>
              <w:docPart w:val="2E1D0A4AE51840879D6D16CB3AF5B1A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080" w:type="dxa"/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Reason candidate is qualified for position</w:t>
                </w:r>
              </w:p>
            </w:tc>
          </w:sdtContent>
        </w:sdt>
      </w:tr>
    </w:tbl>
    <w:p w:rsidR="00C23B4F" w:rsidRPr="00245098" w:rsidRDefault="00FB193B">
      <w:pPr>
        <w:pStyle w:val="Heading1"/>
        <w:pBdr>
          <w:top w:val="single" w:sz="4" w:space="0" w:color="auto"/>
        </w:pBdr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353000110"/>
          <w:placeholder>
            <w:docPart w:val="99FF2A53102A400DB9FEFB0E6EF0E043"/>
          </w:placeholder>
          <w:temporary/>
          <w:showingPlcHdr/>
          <w15:appearance w15:val="hidden"/>
        </w:sdtPr>
        <w:sdtEndPr/>
        <w:sdtContent>
          <w:r w:rsidRPr="00245098">
            <w:rPr>
              <w:rFonts w:ascii="Calibri" w:hAnsi="Calibri" w:cs="Calibri"/>
            </w:rPr>
            <w:t>For Human Resources Use Only</w:t>
          </w:r>
        </w:sdtContent>
      </w:sdt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728"/>
        <w:gridCol w:w="3312"/>
        <w:gridCol w:w="1728"/>
        <w:gridCol w:w="3312"/>
      </w:tblGrid>
      <w:tr w:rsidR="00C23B4F" w:rsidRPr="00245098">
        <w:tc>
          <w:tcPr>
            <w:tcW w:w="1728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05641984"/>
                <w:placeholder>
                  <w:docPart w:val="2685221B06AE47248E9F07F49690A31D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Date Received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333530807"/>
            <w:placeholder>
              <w:docPart w:val="96BE2FC28C39421FB7B83DC311D7F483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Date</w:t>
                </w:r>
              </w:p>
            </w:tc>
          </w:sdtContent>
        </w:sdt>
        <w:tc>
          <w:tcPr>
            <w:tcW w:w="1728" w:type="dxa"/>
            <w:tcMar>
              <w:left w:w="216" w:type="dxa"/>
            </w:tcMar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17144853"/>
                <w:placeholder>
                  <w:docPart w:val="E5B0583526684617B0F278D156C575EF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Interviewed?</w:t>
                </w:r>
              </w:sdtContent>
            </w:sdt>
          </w:p>
        </w:tc>
        <w:sdt>
          <w:sdtPr>
            <w:rPr>
              <w:rFonts w:ascii="Calibri" w:hAnsi="Calibri" w:cs="Calibri"/>
            </w:rPr>
            <w:id w:val="172773842"/>
            <w:placeholder>
              <w:docPart w:val="0C1230AA8D62475C950340424E41C64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Enter</w:t>
                </w:r>
                <w:r w:rsidRPr="00245098">
                  <w:rPr>
                    <w:rFonts w:ascii="Calibri" w:hAnsi="Calibri" w:cs="Calibri"/>
                  </w:rPr>
                  <w:t xml:space="preserve"> answer here</w:t>
                </w:r>
              </w:p>
            </w:tc>
          </w:sdtContent>
        </w:sdt>
      </w:tr>
      <w:tr w:rsidR="00C23B4F" w:rsidRPr="00245098">
        <w:tc>
          <w:tcPr>
            <w:tcW w:w="1728" w:type="dxa"/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40994891"/>
                <w:placeholder>
                  <w:docPart w:val="A641708A333746AF9DEC7D2F4B6D3B4B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Hired?</w:t>
                </w:r>
              </w:sdtContent>
            </w:sdt>
          </w:p>
        </w:tc>
        <w:sdt>
          <w:sdtPr>
            <w:rPr>
              <w:rFonts w:ascii="Calibri" w:hAnsi="Calibri" w:cs="Calibri"/>
            </w:rPr>
            <w:id w:val="-1715796404"/>
            <w:placeholder>
              <w:docPart w:val="F816EEEDCDB9446389BB7A1C6D888E6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Enter answer here</w:t>
                </w:r>
              </w:p>
            </w:tc>
          </w:sdtContent>
        </w:sdt>
        <w:tc>
          <w:tcPr>
            <w:tcW w:w="1728" w:type="dxa"/>
            <w:tcMar>
              <w:left w:w="216" w:type="dxa"/>
            </w:tcMar>
          </w:tcPr>
          <w:p w:rsidR="00C23B4F" w:rsidRPr="00245098" w:rsidRDefault="00FB193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88162301"/>
                <w:placeholder>
                  <w:docPart w:val="97E88BFDC88947C582E44A5BF786CBE7"/>
                </w:placeholder>
                <w:temporary/>
                <w:showingPlcHdr/>
                <w15:appearance w15:val="hidden"/>
              </w:sdtPr>
              <w:sdtEndPr/>
              <w:sdtContent>
                <w:r w:rsidRPr="00245098">
                  <w:rPr>
                    <w:rFonts w:ascii="Calibri" w:hAnsi="Calibri" w:cs="Calibri"/>
                  </w:rPr>
                  <w:t>Award Date</w:t>
                </w:r>
              </w:sdtContent>
            </w:sdt>
            <w:r w:rsidRPr="00245098">
              <w:rPr>
                <w:rFonts w:ascii="Calibri" w:hAnsi="Calibri" w:cs="Calibri"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574701214"/>
            <w:placeholder>
              <w:docPart w:val="362A169F0EED464F80EAA556158448B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312" w:type="dxa"/>
                <w:tcBorders>
                  <w:top w:val="single" w:sz="4" w:space="0" w:color="404040" w:themeColor="text1" w:themeTint="BF"/>
                  <w:bottom w:val="single" w:sz="4" w:space="0" w:color="404040" w:themeColor="text1" w:themeTint="BF"/>
                </w:tcBorders>
              </w:tcPr>
              <w:p w:rsidR="00C23B4F" w:rsidRPr="00245098" w:rsidRDefault="00FB193B">
                <w:pPr>
                  <w:rPr>
                    <w:rFonts w:ascii="Calibri" w:hAnsi="Calibri" w:cs="Calibri"/>
                  </w:rPr>
                </w:pPr>
                <w:r w:rsidRPr="00245098">
                  <w:rPr>
                    <w:rFonts w:ascii="Calibri" w:hAnsi="Calibri" w:cs="Calibri"/>
                  </w:rPr>
                  <w:t>Date</w:t>
                </w:r>
              </w:p>
            </w:tc>
          </w:sdtContent>
        </w:sdt>
      </w:tr>
    </w:tbl>
    <w:p w:rsidR="00C23B4F" w:rsidRPr="00245098" w:rsidRDefault="00C23B4F">
      <w:pPr>
        <w:rPr>
          <w:rFonts w:ascii="Calibri" w:hAnsi="Calibri" w:cs="Calibri"/>
        </w:rPr>
      </w:pPr>
    </w:p>
    <w:sectPr w:rsidR="00C23B4F" w:rsidRPr="00245098" w:rsidSect="00245098">
      <w:footerReference w:type="default" r:id="rId7"/>
      <w:footerReference w:type="first" r:id="rId8"/>
      <w:pgSz w:w="12240" w:h="15840"/>
      <w:pgMar w:top="63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93B" w:rsidRDefault="00FB193B">
      <w:r>
        <w:separator/>
      </w:r>
    </w:p>
  </w:endnote>
  <w:endnote w:type="continuationSeparator" w:id="0">
    <w:p w:rsidR="00FB193B" w:rsidRDefault="00FB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87770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3B4F" w:rsidRDefault="00FB193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03B" w:rsidRPr="0024203B" w:rsidRDefault="0024203B">
    <w:pPr>
      <w:pStyle w:val="Footer"/>
      <w:rPr>
        <w:sz w:val="22"/>
      </w:rPr>
    </w:pPr>
    <w:r w:rsidRPr="0024203B">
      <w:rPr>
        <w:sz w:val="22"/>
      </w:rPr>
      <w:t>Employee Referral Form [COMPANY NAME]</w:t>
    </w:r>
  </w:p>
  <w:p w:rsidR="0024203B" w:rsidRDefault="00242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93B" w:rsidRDefault="00FB193B">
      <w:r>
        <w:separator/>
      </w:r>
    </w:p>
  </w:footnote>
  <w:footnote w:type="continuationSeparator" w:id="0">
    <w:p w:rsidR="00FB193B" w:rsidRDefault="00FB1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8A23F30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CCD0D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182773"/>
    <w:multiLevelType w:val="hybridMultilevel"/>
    <w:tmpl w:val="09CE8E58"/>
    <w:lvl w:ilvl="0" w:tplc="4E849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98"/>
    <w:rsid w:val="0024203B"/>
    <w:rsid w:val="00245098"/>
    <w:rsid w:val="00570B65"/>
    <w:rsid w:val="00C23B4F"/>
    <w:rsid w:val="00FB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C7318"/>
  <w15:chartTrackingRefBased/>
  <w15:docId w15:val="{9A8A112C-0BFE-4086-9EEA-1D3350DD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/>
    <w:lsdException w:name="List Number" w:uiPriority="4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3"/>
    <w:qFormat/>
    <w:rsid w:val="00245098"/>
    <w:pPr>
      <w:shd w:val="clear" w:color="auto" w:fill="0070C0"/>
      <w:spacing w:before="240" w:after="200" w:line="360" w:lineRule="auto"/>
      <w:jc w:val="center"/>
      <w:outlineLvl w:val="0"/>
    </w:pPr>
    <w:rPr>
      <w:rFonts w:asciiTheme="majorHAnsi" w:eastAsiaTheme="majorEastAsia" w:hAnsiTheme="majorHAnsi" w:cs="Times New Roman"/>
      <w:b/>
      <w:color w:val="FFFFFF" w:themeColor="background1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40" w:after="120"/>
      <w:outlineLvl w:val="2"/>
    </w:pPr>
    <w:rPr>
      <w:rFonts w:asciiTheme="majorHAnsi" w:eastAsiaTheme="majorEastAsia" w:hAnsiTheme="majorHAnsi" w:cstheme="majorBidi"/>
      <w:b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40" w:after="12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40" w:after="12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40" w:after="120"/>
      <w:outlineLvl w:val="5"/>
    </w:pPr>
    <w:rPr>
      <w:rFonts w:asciiTheme="majorHAnsi" w:eastAsiaTheme="majorEastAsia" w:hAnsiTheme="majorHAnsi" w:cstheme="majorBidi"/>
      <w:b/>
      <w:color w:val="404040" w:themeColor="text1" w:themeTint="B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40" w:after="1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40" w:after="120"/>
      <w:outlineLvl w:val="7"/>
    </w:pPr>
    <w:rPr>
      <w:rFonts w:asciiTheme="majorHAnsi" w:eastAsiaTheme="majorEastAsia" w:hAnsiTheme="majorHAnsi" w:cstheme="majorBidi"/>
      <w:color w:val="404040" w:themeColor="text1" w:themeTint="BF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40" w:after="12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F81BD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3"/>
    <w:rsid w:val="00245098"/>
    <w:rPr>
      <w:rFonts w:asciiTheme="majorHAnsi" w:eastAsiaTheme="majorEastAsia" w:hAnsiTheme="majorHAnsi" w:cs="Times New Roman"/>
      <w:b/>
      <w:color w:val="FFFFFF" w:themeColor="background1"/>
      <w:sz w:val="24"/>
      <w:szCs w:val="24"/>
      <w:shd w:val="clear" w:color="auto" w:fill="0070C0"/>
      <w:lang w:eastAsia="en-US"/>
    </w:rPr>
  </w:style>
  <w:style w:type="paragraph" w:styleId="Title">
    <w:name w:val="Title"/>
    <w:basedOn w:val="Normal"/>
    <w:link w:val="TitleChar"/>
    <w:uiPriority w:val="2"/>
    <w:qFormat/>
    <w:pPr>
      <w:spacing w:before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kern w:val="28"/>
      <w:sz w:val="28"/>
      <w:szCs w:val="56"/>
      <w:lang w:eastAsia="en-US"/>
    </w:rPr>
  </w:style>
  <w:style w:type="paragraph" w:customStyle="1" w:styleId="CompanyName">
    <w:name w:val="Company Name"/>
    <w:basedOn w:val="Normal"/>
    <w:uiPriority w:val="1"/>
    <w:qFormat/>
    <w:pPr>
      <w:jc w:val="right"/>
    </w:pPr>
    <w:rPr>
      <w:rFonts w:eastAsia="Times New Roman" w:cs="Times New Roman"/>
      <w:b/>
      <w:color w:val="595959" w:themeColor="text1" w:themeTint="A6"/>
      <w:sz w:val="36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Number">
    <w:name w:val="List Number"/>
    <w:basedOn w:val="Normal"/>
    <w:uiPriority w:val="4"/>
    <w:pPr>
      <w:numPr>
        <w:numId w:val="3"/>
      </w:numPr>
      <w:spacing w:after="24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3"/>
    <w:semiHidden/>
    <w:rPr>
      <w:rFonts w:asciiTheme="majorHAnsi" w:eastAsiaTheme="majorEastAsia" w:hAnsiTheme="majorHAnsi" w:cstheme="majorBidi"/>
      <w:color w:val="404040" w:themeColor="text1" w:themeTint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color w:val="404040" w:themeColor="text1" w:themeTint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b/>
      <w:color w:val="404040" w:themeColor="text1" w:themeTint="BF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404040" w:themeColor="text1" w:themeTint="BF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referral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07018EACEA4803B8C846490E37B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23ACD-46D5-4105-9D0C-8E620A2E4CDA}"/>
      </w:docPartPr>
      <w:docPartBody>
        <w:p w:rsidR="00000000" w:rsidRDefault="00E354CC">
          <w:pPr>
            <w:pStyle w:val="D407018EACEA4803B8C846490E37BC81"/>
          </w:pPr>
          <w:r>
            <w:t>Employee Referral Form</w:t>
          </w:r>
        </w:p>
      </w:docPartBody>
    </w:docPart>
    <w:docPart>
      <w:docPartPr>
        <w:name w:val="C139E581F9A54B96A7B16C4A6271E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25C98-C8F7-4CEC-8BA9-C781E247AB48}"/>
      </w:docPartPr>
      <w:docPartBody>
        <w:p w:rsidR="00000000" w:rsidRDefault="00E354CC">
          <w:pPr>
            <w:pStyle w:val="C139E581F9A54B96A7B16C4A6271E8F8"/>
          </w:pPr>
          <w:r>
            <w:t>Referral Guidelines</w:t>
          </w:r>
        </w:p>
      </w:docPartBody>
    </w:docPart>
    <w:docPart>
      <w:docPartPr>
        <w:name w:val="D765234CAB0E4F86AB68A732F1E38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AC58B-40E3-45C5-B333-3E6CE338FCF2}"/>
      </w:docPartPr>
      <w:docPartBody>
        <w:p w:rsidR="00000000" w:rsidRDefault="00E354CC">
          <w:pPr>
            <w:pStyle w:val="D765234CAB0E4F86AB68A732F1E3872A"/>
          </w:pPr>
          <w:r>
            <w:rPr>
              <w:rStyle w:val="PlaceholderText"/>
            </w:rPr>
            <w:t>amount</w:t>
          </w:r>
        </w:p>
      </w:docPartBody>
    </w:docPart>
    <w:docPart>
      <w:docPartPr>
        <w:name w:val="580786036C5F4A81A0663FB42D1F4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CCB54-6DCD-4603-B869-B7407F6AB194}"/>
      </w:docPartPr>
      <w:docPartBody>
        <w:p w:rsidR="00000000" w:rsidRDefault="00E354CC">
          <w:pPr>
            <w:pStyle w:val="580786036C5F4A81A0663FB42D1F412C"/>
          </w:pPr>
          <w:r>
            <w:t>Company Name</w:t>
          </w:r>
        </w:p>
      </w:docPartBody>
    </w:docPart>
    <w:docPart>
      <w:docPartPr>
        <w:name w:val="5CF1CC6E680D41B7AF8103EDA230F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A5DC0-D624-4BCE-9818-FB9270AB487F}"/>
      </w:docPartPr>
      <w:docPartBody>
        <w:p w:rsidR="00000000" w:rsidRDefault="00E354CC">
          <w:pPr>
            <w:pStyle w:val="5CF1CC6E680D41B7AF8103EDA230FB88"/>
          </w:pPr>
          <w:r>
            <w:t>Employee Information</w:t>
          </w:r>
        </w:p>
      </w:docPartBody>
    </w:docPart>
    <w:docPart>
      <w:docPartPr>
        <w:name w:val="33294F8CB27844DF9B6D5705F294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968B5-6D9E-45C3-A043-4FF527B0494E}"/>
      </w:docPartPr>
      <w:docPartBody>
        <w:p w:rsidR="00000000" w:rsidRDefault="00E354CC">
          <w:pPr>
            <w:pStyle w:val="33294F8CB27844DF9B6D5705F294FC2C"/>
          </w:pPr>
          <w:r>
            <w:t>Employee Name</w:t>
          </w:r>
        </w:p>
      </w:docPartBody>
    </w:docPart>
    <w:docPart>
      <w:docPartPr>
        <w:name w:val="D48568A09CBE4E79ACDB391D7CDE4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7B562-940E-48FD-8E6B-7F4BAABEAF54}"/>
      </w:docPartPr>
      <w:docPartBody>
        <w:p w:rsidR="00000000" w:rsidRDefault="00E354CC">
          <w:pPr>
            <w:pStyle w:val="D48568A09CBE4E79ACDB391D7CDE4079"/>
          </w:pPr>
          <w:r>
            <w:t>Employee Name</w:t>
          </w:r>
        </w:p>
      </w:docPartBody>
    </w:docPart>
    <w:docPart>
      <w:docPartPr>
        <w:name w:val="F672EF2496A445E284808F21D7B7C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8FAF0-0D4B-4F54-A57F-F08021D47BCC}"/>
      </w:docPartPr>
      <w:docPartBody>
        <w:p w:rsidR="00000000" w:rsidRDefault="00E354CC">
          <w:pPr>
            <w:pStyle w:val="F672EF2496A445E284808F21D7B7C0B5"/>
          </w:pPr>
          <w:r>
            <w:t>Date</w:t>
          </w:r>
        </w:p>
      </w:docPartBody>
    </w:docPart>
    <w:docPart>
      <w:docPartPr>
        <w:name w:val="03EE2EC636FF44079CA6E8021F6CD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62677-C0CD-4F8A-A12B-9AB4F4BDAA5A}"/>
      </w:docPartPr>
      <w:docPartBody>
        <w:p w:rsidR="00000000" w:rsidRDefault="00E354CC">
          <w:pPr>
            <w:pStyle w:val="03EE2EC636FF44079CA6E8021F6CD542"/>
          </w:pPr>
          <w:r>
            <w:t>Date</w:t>
          </w:r>
        </w:p>
      </w:docPartBody>
    </w:docPart>
    <w:docPart>
      <w:docPartPr>
        <w:name w:val="B4DC46D3F4C7451E906872EDB3A9D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FA298-4361-45E1-9B09-89CB11ED09E2}"/>
      </w:docPartPr>
      <w:docPartBody>
        <w:p w:rsidR="00000000" w:rsidRDefault="00E354CC">
          <w:pPr>
            <w:pStyle w:val="B4DC46D3F4C7451E906872EDB3A9D003"/>
          </w:pPr>
          <w:r>
            <w:t>Employee ID</w:t>
          </w:r>
        </w:p>
      </w:docPartBody>
    </w:docPart>
    <w:docPart>
      <w:docPartPr>
        <w:name w:val="60D3D1137D11412BBB0D7CA189489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1031F-84A5-499A-8C8A-506CAA17E3C6}"/>
      </w:docPartPr>
      <w:docPartBody>
        <w:p w:rsidR="00000000" w:rsidRDefault="00E354CC">
          <w:pPr>
            <w:pStyle w:val="60D3D1137D11412BBB0D7CA1894899E1"/>
          </w:pPr>
          <w:r>
            <w:t>Employee ID</w:t>
          </w:r>
        </w:p>
      </w:docPartBody>
    </w:docPart>
    <w:docPart>
      <w:docPartPr>
        <w:name w:val="E20A72D42D054D35BDDCE51F2DEB2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125AB-B27D-49E6-9966-71497B9F595E}"/>
      </w:docPartPr>
      <w:docPartBody>
        <w:p w:rsidR="00000000" w:rsidRDefault="00E354CC">
          <w:pPr>
            <w:pStyle w:val="E20A72D42D054D35BDDCE51F2DEB2D09"/>
          </w:pPr>
          <w:r>
            <w:t>Department</w:t>
          </w:r>
        </w:p>
      </w:docPartBody>
    </w:docPart>
    <w:docPart>
      <w:docPartPr>
        <w:name w:val="FC0F19A7ECA8409294FA3D5A195C8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C8283-77C3-4FE3-9882-7B162EE0E88D}"/>
      </w:docPartPr>
      <w:docPartBody>
        <w:p w:rsidR="00000000" w:rsidRDefault="00E354CC">
          <w:pPr>
            <w:pStyle w:val="FC0F19A7ECA8409294FA3D5A195C839F"/>
          </w:pPr>
          <w:r>
            <w:t>Department</w:t>
          </w:r>
        </w:p>
      </w:docPartBody>
    </w:docPart>
    <w:docPart>
      <w:docPartPr>
        <w:name w:val="CC967539BF734DBD8B7603C76FD05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790D3-920B-4559-AEE5-A52F6620FE34}"/>
      </w:docPartPr>
      <w:docPartBody>
        <w:p w:rsidR="00000000" w:rsidRDefault="00E354CC">
          <w:pPr>
            <w:pStyle w:val="CC967539BF734DBD8B7603C76FD051A0"/>
          </w:pPr>
          <w:r>
            <w:t>Email</w:t>
          </w:r>
        </w:p>
      </w:docPartBody>
    </w:docPart>
    <w:docPart>
      <w:docPartPr>
        <w:name w:val="A4BA67DBA7F84F8D915223B473FDA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34A37-EB3D-4078-B638-DF21ABEDEB77}"/>
      </w:docPartPr>
      <w:docPartBody>
        <w:p w:rsidR="00000000" w:rsidRDefault="00E354CC">
          <w:pPr>
            <w:pStyle w:val="A4BA67DBA7F84F8D915223B473FDA4BE"/>
          </w:pPr>
          <w:r>
            <w:t>Email</w:t>
          </w:r>
        </w:p>
      </w:docPartBody>
    </w:docPart>
    <w:docPart>
      <w:docPartPr>
        <w:name w:val="63C04674036C4425BC0BFA88FD88C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8277A-4F40-4DFE-B187-81D3A106FDE6}"/>
      </w:docPartPr>
      <w:docPartBody>
        <w:p w:rsidR="00000000" w:rsidRDefault="00E354CC">
          <w:pPr>
            <w:pStyle w:val="63C04674036C4425BC0BFA88FD88C6AD"/>
          </w:pPr>
          <w:r>
            <w:t>Telephone</w:t>
          </w:r>
        </w:p>
      </w:docPartBody>
    </w:docPart>
    <w:docPart>
      <w:docPartPr>
        <w:name w:val="D3BB8E63ACFB4C42B27B77127EB2C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464F4-F556-49DA-BCE0-9E18BAF6CE80}"/>
      </w:docPartPr>
      <w:docPartBody>
        <w:p w:rsidR="00000000" w:rsidRDefault="00E354CC">
          <w:pPr>
            <w:pStyle w:val="D3BB8E63ACFB4C42B27B77127EB2C8AD"/>
          </w:pPr>
          <w:r>
            <w:t>Telephone</w:t>
          </w:r>
        </w:p>
      </w:docPartBody>
    </w:docPart>
    <w:docPart>
      <w:docPartPr>
        <w:name w:val="F5977A71EBF54A339A4F0E140726E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61C30-062C-4029-8D29-77F3DF6CAD8C}"/>
      </w:docPartPr>
      <w:docPartBody>
        <w:p w:rsidR="00000000" w:rsidRDefault="00E354CC">
          <w:pPr>
            <w:pStyle w:val="F5977A71EBF54A339A4F0E140726E3CF"/>
          </w:pPr>
          <w:r>
            <w:t>Referral Information</w:t>
          </w:r>
        </w:p>
      </w:docPartBody>
    </w:docPart>
    <w:docPart>
      <w:docPartPr>
        <w:name w:val="C5572DAAE23645D38070540BBA266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1CA5F-3EB3-4057-A4BD-1655125D198D}"/>
      </w:docPartPr>
      <w:docPartBody>
        <w:p w:rsidR="00000000" w:rsidRDefault="00E354CC">
          <w:pPr>
            <w:pStyle w:val="C5572DAAE23645D38070540BBA266A5C"/>
          </w:pPr>
          <w:r>
            <w:t>Candidate Name</w:t>
          </w:r>
        </w:p>
      </w:docPartBody>
    </w:docPart>
    <w:docPart>
      <w:docPartPr>
        <w:name w:val="87922B8571244ED4AEE251B25331F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9C21D-5CE2-4207-8CF2-0FDBA811C4D7}"/>
      </w:docPartPr>
      <w:docPartBody>
        <w:p w:rsidR="00000000" w:rsidRDefault="00E354CC">
          <w:pPr>
            <w:pStyle w:val="87922B8571244ED4AEE251B25331FE15"/>
          </w:pPr>
          <w:r>
            <w:t>Candidate Name</w:t>
          </w:r>
        </w:p>
      </w:docPartBody>
    </w:docPart>
    <w:docPart>
      <w:docPartPr>
        <w:name w:val="D5AAA6C8278C488FAECA470E76A13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5C482-0D00-47DC-BD6F-19D0279014E5}"/>
      </w:docPartPr>
      <w:docPartBody>
        <w:p w:rsidR="00000000" w:rsidRDefault="00E354CC">
          <w:pPr>
            <w:pStyle w:val="D5AAA6C8278C488FAECA470E76A13A91"/>
          </w:pPr>
          <w:r>
            <w:t>Email</w:t>
          </w:r>
        </w:p>
      </w:docPartBody>
    </w:docPart>
    <w:docPart>
      <w:docPartPr>
        <w:name w:val="C854CA8B4EB04321A636C35FD44EE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103E7-173F-4DCE-B824-A25A23EBF65E}"/>
      </w:docPartPr>
      <w:docPartBody>
        <w:p w:rsidR="00000000" w:rsidRDefault="00E354CC">
          <w:pPr>
            <w:pStyle w:val="C854CA8B4EB04321A636C35FD44EEFA6"/>
          </w:pPr>
          <w:r>
            <w:t>Email</w:t>
          </w:r>
        </w:p>
      </w:docPartBody>
    </w:docPart>
    <w:docPart>
      <w:docPartPr>
        <w:name w:val="40F890CD34CF4D1B961F1875EC315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B8AFC-C57D-4C35-94EF-30BB0FD74D5B}"/>
      </w:docPartPr>
      <w:docPartBody>
        <w:p w:rsidR="00000000" w:rsidRDefault="00E354CC">
          <w:pPr>
            <w:pStyle w:val="40F890CD34CF4D1B961F1875EC31558C"/>
          </w:pPr>
          <w:r>
            <w:t>Telephone</w:t>
          </w:r>
        </w:p>
      </w:docPartBody>
    </w:docPart>
    <w:docPart>
      <w:docPartPr>
        <w:name w:val="920BDE378A334F528407D4F7BC61D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7C249-1742-4AA8-B361-B061A7CCF3DD}"/>
      </w:docPartPr>
      <w:docPartBody>
        <w:p w:rsidR="00000000" w:rsidRDefault="00E354CC">
          <w:pPr>
            <w:pStyle w:val="920BDE378A334F528407D4F7BC61D8C3"/>
          </w:pPr>
          <w:r>
            <w:t>Telephone</w:t>
          </w:r>
        </w:p>
      </w:docPartBody>
    </w:docPart>
    <w:docPart>
      <w:docPartPr>
        <w:name w:val="03A925909AF642ABA8BEF9CB17D39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DD369-F1B8-4EA4-A18F-BC0B989C2191}"/>
      </w:docPartPr>
      <w:docPartBody>
        <w:p w:rsidR="00000000" w:rsidRDefault="00E354CC">
          <w:pPr>
            <w:pStyle w:val="03A925909AF642ABA8BEF9CB17D394D2"/>
          </w:pPr>
          <w:r>
            <w:t>Position Referred For</w:t>
          </w:r>
        </w:p>
      </w:docPartBody>
    </w:docPart>
    <w:docPart>
      <w:docPartPr>
        <w:name w:val="83267CA75D1D4DCFA043043102239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B8567-2BDF-4E33-A91C-534CC66756D6}"/>
      </w:docPartPr>
      <w:docPartBody>
        <w:p w:rsidR="00000000" w:rsidRDefault="00E354CC">
          <w:pPr>
            <w:pStyle w:val="83267CA75D1D4DCFA043043102239340"/>
          </w:pPr>
          <w:r>
            <w:t>Position</w:t>
          </w:r>
        </w:p>
      </w:docPartBody>
    </w:docPart>
    <w:docPart>
      <w:docPartPr>
        <w:name w:val="EECA33802EBB4464A975D8EA5684C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F0F8A-6589-440D-8EA5-C06DF97CE7EB}"/>
      </w:docPartPr>
      <w:docPartBody>
        <w:p w:rsidR="00000000" w:rsidRDefault="00E354CC">
          <w:pPr>
            <w:pStyle w:val="EECA33802EBB4464A975D8EA5684CC4E"/>
          </w:pPr>
          <w:r>
            <w:t>Why this candidate is qualified for this position</w:t>
          </w:r>
        </w:p>
      </w:docPartBody>
    </w:docPart>
    <w:docPart>
      <w:docPartPr>
        <w:name w:val="2E1D0A4AE51840879D6D16CB3AF5B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D2B96-703C-4367-B279-3AC35B19FFB7}"/>
      </w:docPartPr>
      <w:docPartBody>
        <w:p w:rsidR="00000000" w:rsidRDefault="00E354CC">
          <w:pPr>
            <w:pStyle w:val="2E1D0A4AE51840879D6D16CB3AF5B1A1"/>
          </w:pPr>
          <w:r>
            <w:t>Reason candidate is qualified for position</w:t>
          </w:r>
        </w:p>
      </w:docPartBody>
    </w:docPart>
    <w:docPart>
      <w:docPartPr>
        <w:name w:val="99FF2A53102A400DB9FEFB0E6EF0E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FC859-934D-48D4-A42F-5C11ED3D9D5C}"/>
      </w:docPartPr>
      <w:docPartBody>
        <w:p w:rsidR="00000000" w:rsidRDefault="00E354CC">
          <w:pPr>
            <w:pStyle w:val="99FF2A53102A400DB9FEFB0E6EF0E043"/>
          </w:pPr>
          <w:r>
            <w:t>For Human Resources Use Only</w:t>
          </w:r>
        </w:p>
      </w:docPartBody>
    </w:docPart>
    <w:docPart>
      <w:docPartPr>
        <w:name w:val="2685221B06AE47248E9F07F49690A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11828-2029-4F3E-AD52-FC7161749270}"/>
      </w:docPartPr>
      <w:docPartBody>
        <w:p w:rsidR="00000000" w:rsidRDefault="00E354CC">
          <w:pPr>
            <w:pStyle w:val="2685221B06AE47248E9F07F49690A31D"/>
          </w:pPr>
          <w:r>
            <w:t>Date Received</w:t>
          </w:r>
        </w:p>
      </w:docPartBody>
    </w:docPart>
    <w:docPart>
      <w:docPartPr>
        <w:name w:val="96BE2FC28C39421FB7B83DC311D7F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3108B-16B5-45FB-97CD-12413E8BD756}"/>
      </w:docPartPr>
      <w:docPartBody>
        <w:p w:rsidR="00000000" w:rsidRDefault="00E354CC">
          <w:pPr>
            <w:pStyle w:val="96BE2FC28C39421FB7B83DC311D7F483"/>
          </w:pPr>
          <w:r>
            <w:t>Date</w:t>
          </w:r>
        </w:p>
      </w:docPartBody>
    </w:docPart>
    <w:docPart>
      <w:docPartPr>
        <w:name w:val="E5B0583526684617B0F278D156C57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BD2C1-C282-4C0F-A539-05FA8176711B}"/>
      </w:docPartPr>
      <w:docPartBody>
        <w:p w:rsidR="00000000" w:rsidRDefault="00E354CC">
          <w:pPr>
            <w:pStyle w:val="E5B0583526684617B0F278D156C575EF"/>
          </w:pPr>
          <w:r>
            <w:t>Interviewed?</w:t>
          </w:r>
        </w:p>
      </w:docPartBody>
    </w:docPart>
    <w:docPart>
      <w:docPartPr>
        <w:name w:val="0C1230AA8D62475C950340424E41C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750EA-5228-4A70-8DC3-0D288DE728A8}"/>
      </w:docPartPr>
      <w:docPartBody>
        <w:p w:rsidR="00000000" w:rsidRDefault="00E354CC">
          <w:pPr>
            <w:pStyle w:val="0C1230AA8D62475C950340424E41C64D"/>
          </w:pPr>
          <w:r>
            <w:t>Enter answer here</w:t>
          </w:r>
        </w:p>
      </w:docPartBody>
    </w:docPart>
    <w:docPart>
      <w:docPartPr>
        <w:name w:val="A641708A333746AF9DEC7D2F4B6D3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2BD8A-F2C1-4840-9690-B0382BE76164}"/>
      </w:docPartPr>
      <w:docPartBody>
        <w:p w:rsidR="00000000" w:rsidRDefault="00E354CC">
          <w:pPr>
            <w:pStyle w:val="A641708A333746AF9DEC7D2F4B6D3B4B"/>
          </w:pPr>
          <w:r>
            <w:t>Hired?</w:t>
          </w:r>
        </w:p>
      </w:docPartBody>
    </w:docPart>
    <w:docPart>
      <w:docPartPr>
        <w:name w:val="F816EEEDCDB9446389BB7A1C6D888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6EA3E-5A0E-4BA0-81AC-909D838746FA}"/>
      </w:docPartPr>
      <w:docPartBody>
        <w:p w:rsidR="00000000" w:rsidRDefault="00E354CC">
          <w:pPr>
            <w:pStyle w:val="F816EEEDCDB9446389BB7A1C6D888E6D"/>
          </w:pPr>
          <w:r>
            <w:t>Enter answer here</w:t>
          </w:r>
        </w:p>
      </w:docPartBody>
    </w:docPart>
    <w:docPart>
      <w:docPartPr>
        <w:name w:val="97E88BFDC88947C582E44A5BF786C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52FF0-C6B0-4763-A20B-B8771BF278A8}"/>
      </w:docPartPr>
      <w:docPartBody>
        <w:p w:rsidR="00000000" w:rsidRDefault="00E354CC">
          <w:pPr>
            <w:pStyle w:val="97E88BFDC88947C582E44A5BF786CBE7"/>
          </w:pPr>
          <w:r>
            <w:t>Award Date</w:t>
          </w:r>
        </w:p>
      </w:docPartBody>
    </w:docPart>
    <w:docPart>
      <w:docPartPr>
        <w:name w:val="362A169F0EED464F80EAA55615844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0FBB1-DCFD-45EF-BE25-12BFA18F8751}"/>
      </w:docPartPr>
      <w:docPartBody>
        <w:p w:rsidR="00000000" w:rsidRDefault="00E354CC">
          <w:pPr>
            <w:pStyle w:val="362A169F0EED464F80EAA556158448B9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01"/>
    <w:rsid w:val="007E4E01"/>
    <w:rsid w:val="00E3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2A6C908ED641D8B7D03C9C7AB01A25">
    <w:name w:val="562A6C908ED641D8B7D03C9C7AB01A25"/>
  </w:style>
  <w:style w:type="paragraph" w:customStyle="1" w:styleId="D407018EACEA4803B8C846490E37BC81">
    <w:name w:val="D407018EACEA4803B8C846490E37BC81"/>
  </w:style>
  <w:style w:type="paragraph" w:customStyle="1" w:styleId="C139E581F9A54B96A7B16C4A6271E8F8">
    <w:name w:val="C139E581F9A54B96A7B16C4A6271E8F8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765234CAB0E4F86AB68A732F1E3872A">
    <w:name w:val="D765234CAB0E4F86AB68A732F1E3872A"/>
  </w:style>
  <w:style w:type="paragraph" w:customStyle="1" w:styleId="580786036C5F4A81A0663FB42D1F412C">
    <w:name w:val="580786036C5F4A81A0663FB42D1F412C"/>
  </w:style>
  <w:style w:type="paragraph" w:customStyle="1" w:styleId="5CF1CC6E680D41B7AF8103EDA230FB88">
    <w:name w:val="5CF1CC6E680D41B7AF8103EDA230FB88"/>
  </w:style>
  <w:style w:type="paragraph" w:customStyle="1" w:styleId="33294F8CB27844DF9B6D5705F294FC2C">
    <w:name w:val="33294F8CB27844DF9B6D5705F294FC2C"/>
  </w:style>
  <w:style w:type="paragraph" w:customStyle="1" w:styleId="D48568A09CBE4E79ACDB391D7CDE4079">
    <w:name w:val="D48568A09CBE4E79ACDB391D7CDE4079"/>
  </w:style>
  <w:style w:type="paragraph" w:customStyle="1" w:styleId="F672EF2496A445E284808F21D7B7C0B5">
    <w:name w:val="F672EF2496A445E284808F21D7B7C0B5"/>
  </w:style>
  <w:style w:type="paragraph" w:customStyle="1" w:styleId="03EE2EC636FF44079CA6E8021F6CD542">
    <w:name w:val="03EE2EC636FF44079CA6E8021F6CD542"/>
  </w:style>
  <w:style w:type="paragraph" w:customStyle="1" w:styleId="B4DC46D3F4C7451E906872EDB3A9D003">
    <w:name w:val="B4DC46D3F4C7451E906872EDB3A9D003"/>
  </w:style>
  <w:style w:type="paragraph" w:customStyle="1" w:styleId="60D3D1137D11412BBB0D7CA1894899E1">
    <w:name w:val="60D3D1137D11412BBB0D7CA1894899E1"/>
  </w:style>
  <w:style w:type="paragraph" w:customStyle="1" w:styleId="E20A72D42D054D35BDDCE51F2DEB2D09">
    <w:name w:val="E20A72D42D054D35BDDCE51F2DEB2D09"/>
  </w:style>
  <w:style w:type="paragraph" w:customStyle="1" w:styleId="FC0F19A7ECA8409294FA3D5A195C839F">
    <w:name w:val="FC0F19A7ECA8409294FA3D5A195C839F"/>
  </w:style>
  <w:style w:type="paragraph" w:customStyle="1" w:styleId="CC967539BF734DBD8B7603C76FD051A0">
    <w:name w:val="CC967539BF734DBD8B7603C76FD051A0"/>
  </w:style>
  <w:style w:type="paragraph" w:customStyle="1" w:styleId="A4BA67DBA7F84F8D915223B473FDA4BE">
    <w:name w:val="A4BA67DBA7F84F8D915223B473FDA4BE"/>
  </w:style>
  <w:style w:type="paragraph" w:customStyle="1" w:styleId="63C04674036C4425BC0BFA88FD88C6AD">
    <w:name w:val="63C04674036C4425BC0BFA88FD88C6AD"/>
  </w:style>
  <w:style w:type="paragraph" w:customStyle="1" w:styleId="D3BB8E63ACFB4C42B27B77127EB2C8AD">
    <w:name w:val="D3BB8E63ACFB4C42B27B77127EB2C8AD"/>
  </w:style>
  <w:style w:type="paragraph" w:customStyle="1" w:styleId="F5977A71EBF54A339A4F0E140726E3CF">
    <w:name w:val="F5977A71EBF54A339A4F0E140726E3CF"/>
  </w:style>
  <w:style w:type="paragraph" w:customStyle="1" w:styleId="C5572DAAE23645D38070540BBA266A5C">
    <w:name w:val="C5572DAAE23645D38070540BBA266A5C"/>
  </w:style>
  <w:style w:type="paragraph" w:customStyle="1" w:styleId="87922B8571244ED4AEE251B25331FE15">
    <w:name w:val="87922B8571244ED4AEE251B25331FE15"/>
  </w:style>
  <w:style w:type="paragraph" w:customStyle="1" w:styleId="D5AAA6C8278C488FAECA470E76A13A91">
    <w:name w:val="D5AAA6C8278C488FAECA470E76A13A91"/>
  </w:style>
  <w:style w:type="paragraph" w:customStyle="1" w:styleId="C854CA8B4EB04321A636C35FD44EEFA6">
    <w:name w:val="C854CA8B4EB04321A636C35FD44EEFA6"/>
  </w:style>
  <w:style w:type="paragraph" w:customStyle="1" w:styleId="40F890CD34CF4D1B961F1875EC31558C">
    <w:name w:val="40F890CD34CF4D1B961F1875EC31558C"/>
  </w:style>
  <w:style w:type="paragraph" w:customStyle="1" w:styleId="920BDE378A334F528407D4F7BC61D8C3">
    <w:name w:val="920BDE378A334F528407D4F7BC61D8C3"/>
  </w:style>
  <w:style w:type="paragraph" w:customStyle="1" w:styleId="03A925909AF642ABA8BEF9CB17D394D2">
    <w:name w:val="03A925909AF642ABA8BEF9CB17D394D2"/>
  </w:style>
  <w:style w:type="paragraph" w:customStyle="1" w:styleId="83267CA75D1D4DCFA043043102239340">
    <w:name w:val="83267CA75D1D4DCFA043043102239340"/>
  </w:style>
  <w:style w:type="paragraph" w:customStyle="1" w:styleId="EECA33802EBB4464A975D8EA5684CC4E">
    <w:name w:val="EECA33802EBB4464A975D8EA5684CC4E"/>
  </w:style>
  <w:style w:type="paragraph" w:customStyle="1" w:styleId="2E1D0A4AE51840879D6D16CB3AF5B1A1">
    <w:name w:val="2E1D0A4AE51840879D6D16CB3AF5B1A1"/>
  </w:style>
  <w:style w:type="paragraph" w:customStyle="1" w:styleId="99FF2A53102A400DB9FEFB0E6EF0E043">
    <w:name w:val="99FF2A53102A400DB9FEFB0E6EF0E043"/>
  </w:style>
  <w:style w:type="paragraph" w:customStyle="1" w:styleId="2685221B06AE47248E9F07F49690A31D">
    <w:name w:val="2685221B06AE47248E9F07F49690A31D"/>
  </w:style>
  <w:style w:type="paragraph" w:customStyle="1" w:styleId="96BE2FC28C39421FB7B83DC311D7F483">
    <w:name w:val="96BE2FC28C39421FB7B83DC311D7F483"/>
  </w:style>
  <w:style w:type="paragraph" w:customStyle="1" w:styleId="E5B0583526684617B0F278D156C575EF">
    <w:name w:val="E5B0583526684617B0F278D156C575EF"/>
  </w:style>
  <w:style w:type="paragraph" w:customStyle="1" w:styleId="0C1230AA8D62475C950340424E41C64D">
    <w:name w:val="0C1230AA8D62475C950340424E41C64D"/>
  </w:style>
  <w:style w:type="paragraph" w:customStyle="1" w:styleId="A641708A333746AF9DEC7D2F4B6D3B4B">
    <w:name w:val="A641708A333746AF9DEC7D2F4B6D3B4B"/>
  </w:style>
  <w:style w:type="paragraph" w:customStyle="1" w:styleId="F816EEEDCDB9446389BB7A1C6D888E6D">
    <w:name w:val="F816EEEDCDB9446389BB7A1C6D888E6D"/>
  </w:style>
  <w:style w:type="paragraph" w:customStyle="1" w:styleId="97E88BFDC88947C582E44A5BF786CBE7">
    <w:name w:val="97E88BFDC88947C582E44A5BF786CBE7"/>
  </w:style>
  <w:style w:type="paragraph" w:customStyle="1" w:styleId="362A169F0EED464F80EAA556158448B9">
    <w:name w:val="362A169F0EED464F80EAA556158448B9"/>
  </w:style>
  <w:style w:type="paragraph" w:customStyle="1" w:styleId="5B55FD9A7C0C403FBA002486838C2969">
    <w:name w:val="5B55FD9A7C0C403FBA002486838C2969"/>
    <w:rsid w:val="007E4E01"/>
  </w:style>
  <w:style w:type="paragraph" w:customStyle="1" w:styleId="32C3541A27E24CA1A59B790BF6F7BB11">
    <w:name w:val="32C3541A27E24CA1A59B790BF6F7BB11"/>
    <w:rsid w:val="007E4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Employee Referral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Employee referral form.dotx</Template>
  <TotalTime>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&lt;Referral Guidelines&gt;</vt:lpstr>
      <vt:lpstr>&lt;Employee Information&gt;</vt:lpstr>
      <vt:lpstr>&lt;Referral Information&gt;</vt:lpstr>
      <vt:lpstr>&lt;For Human Resources Use Only&gt;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2017-11-06T09:55:00Z</dcterms:created>
  <dcterms:modified xsi:type="dcterms:W3CDTF">2017-11-06T10:03:00Z</dcterms:modified>
</cp:coreProperties>
</file>