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Layout table"/>
      </w:tblPr>
      <w:tblGrid>
        <w:gridCol w:w="2955"/>
        <w:gridCol w:w="7125"/>
      </w:tblGrid>
      <w:tr w:rsidR="008F470E" w:rsidRPr="008F470E" w:rsidTr="008F470E">
        <w:trPr>
          <w:trHeight w:val="921"/>
        </w:trPr>
        <w:tc>
          <w:tcPr>
            <w:tcW w:w="3128" w:type="dxa"/>
            <w:tcBorders>
              <w:bottom w:val="single" w:sz="4" w:space="0" w:color="D9D9D9" w:themeColor="background1" w:themeShade="D9"/>
            </w:tcBorders>
            <w:shd w:val="clear" w:color="auto" w:fill="FFFFFF"/>
            <w:tcMar>
              <w:left w:w="0" w:type="dxa"/>
              <w:bottom w:w="0" w:type="dxa"/>
              <w:right w:w="115" w:type="dxa"/>
            </w:tcMar>
            <w:vAlign w:val="bottom"/>
          </w:tcPr>
          <w:p w:rsidR="008F470E" w:rsidRPr="008F470E" w:rsidRDefault="008F470E">
            <w:pPr>
              <w:pStyle w:val="Slogan"/>
              <w:rPr>
                <w:color w:val="auto"/>
              </w:rPr>
            </w:pPr>
          </w:p>
        </w:tc>
        <w:tc>
          <w:tcPr>
            <w:tcW w:w="7125" w:type="dxa"/>
            <w:tcBorders>
              <w:bottom w:val="single" w:sz="4" w:space="0" w:color="D9D9D9" w:themeColor="background1" w:themeShade="D9"/>
            </w:tcBorders>
            <w:shd w:val="clear" w:color="auto" w:fill="FFFFFF"/>
            <w:noWrap/>
            <w:vAlign w:val="bottom"/>
          </w:tcPr>
          <w:p w:rsidR="008F470E" w:rsidRPr="008F470E" w:rsidRDefault="008F470E" w:rsidP="008F470E">
            <w:pPr>
              <w:pStyle w:val="Title"/>
              <w:rPr>
                <w:color w:val="auto"/>
              </w:rPr>
            </w:pPr>
            <w:r w:rsidRPr="008F470E">
              <w:rPr>
                <w:color w:val="auto"/>
              </w:rPr>
              <w:t>cash memo</w:t>
            </w:r>
          </w:p>
        </w:tc>
      </w:tr>
    </w:tbl>
    <w:tbl>
      <w:tblPr>
        <w:tblStyle w:val="TableGrid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04" w:type="dxa"/>
          <w:left w:w="0" w:type="dxa"/>
          <w:bottom w:w="144" w:type="dxa"/>
          <w:right w:w="0" w:type="dxa"/>
        </w:tblCellMar>
        <w:tblLook w:val="0000" w:firstRow="0" w:lastRow="0" w:firstColumn="0" w:lastColumn="0" w:noHBand="0" w:noVBand="0"/>
        <w:tblDescription w:val="Layout table"/>
      </w:tblPr>
      <w:tblGrid>
        <w:gridCol w:w="5922"/>
        <w:gridCol w:w="4158"/>
      </w:tblGrid>
      <w:tr w:rsidR="008F470E" w:rsidRPr="008F470E" w:rsidTr="00E2420A">
        <w:tc>
          <w:tcPr>
            <w:tcW w:w="5922" w:type="dxa"/>
          </w:tcPr>
          <w:p w:rsidR="003F5749" w:rsidRPr="008F470E" w:rsidRDefault="00904C7F" w:rsidP="003F5749">
            <w:pPr>
              <w:pStyle w:val="ContactInfo"/>
              <w:rPr>
                <w:color w:val="auto"/>
              </w:rPr>
            </w:pPr>
            <w:sdt>
              <w:sdtPr>
                <w:rPr>
                  <w:color w:val="auto"/>
                </w:rPr>
                <w:alias w:val="Company"/>
                <w:tag w:val="Company"/>
                <w:id w:val="-1969729687"/>
                <w:placeholder>
                  <w:docPart w:val="0CF4FD534681454B8EBDA306C36F2FBB"/>
                </w:placeholder>
                <w:temporary/>
                <w:showingPlcHdr/>
                <w15:appearance w15:val="hidden"/>
              </w:sdtPr>
              <w:sdtEndPr/>
              <w:sdtContent>
                <w:r w:rsidR="003F5749" w:rsidRPr="008F470E">
                  <w:rPr>
                    <w:color w:val="auto"/>
                  </w:rPr>
                  <w:t>Company Name</w:t>
                </w:r>
              </w:sdtContent>
            </w:sdt>
          </w:p>
          <w:sdt>
            <w:sdtPr>
              <w:rPr>
                <w:color w:val="auto"/>
              </w:rPr>
              <w:alias w:val="Address"/>
              <w:tag w:val="Address"/>
              <w:id w:val="1300518566"/>
              <w:placeholder>
                <w:docPart w:val="6DE39F6D6B764923BC80D89D1368A482"/>
              </w:placeholder>
              <w:temporary/>
              <w:showingPlcHdr/>
              <w15:appearance w15:val="hidden"/>
            </w:sdtPr>
            <w:sdtEndPr/>
            <w:sdtContent>
              <w:p w:rsidR="003326FD" w:rsidRPr="008F470E" w:rsidRDefault="00304EE3">
                <w:pPr>
                  <w:pStyle w:val="ContactInfo"/>
                  <w:rPr>
                    <w:color w:val="auto"/>
                  </w:rPr>
                </w:pPr>
                <w:r w:rsidRPr="008F470E">
                  <w:rPr>
                    <w:color w:val="auto"/>
                  </w:rPr>
                  <w:t>Str</w:t>
                </w:r>
                <w:r w:rsidR="00387EBE" w:rsidRPr="008F470E">
                  <w:rPr>
                    <w:color w:val="auto"/>
                  </w:rPr>
                  <w:t>eet Address, City, ST ZIP Code</w:t>
                </w:r>
              </w:p>
            </w:sdtContent>
          </w:sdt>
          <w:p w:rsidR="003326FD" w:rsidRPr="008F470E" w:rsidRDefault="00904C7F">
            <w:pPr>
              <w:pStyle w:val="ContactInfo"/>
              <w:rPr>
                <w:color w:val="auto"/>
              </w:rPr>
            </w:pPr>
            <w:sdt>
              <w:sdtPr>
                <w:rPr>
                  <w:color w:val="auto"/>
                </w:rPr>
                <w:alias w:val="Phone"/>
                <w:tag w:val="Phone"/>
                <w:id w:val="1300518593"/>
                <w:placeholder>
                  <w:docPart w:val="A6D3F0B2ACF04C71B0F1BC0CADD29DCF"/>
                </w:placeholder>
                <w:temporary/>
                <w:showingPlcHdr/>
                <w15:appearance w15:val="hidden"/>
              </w:sdtPr>
              <w:sdtEndPr/>
              <w:sdtContent>
                <w:r w:rsidR="00FD152A" w:rsidRPr="008F470E">
                  <w:rPr>
                    <w:color w:val="auto"/>
                  </w:rPr>
                  <w:t>P</w:t>
                </w:r>
                <w:r w:rsidR="00387EBE" w:rsidRPr="008F470E">
                  <w:rPr>
                    <w:color w:val="auto"/>
                  </w:rPr>
                  <w:t>hone</w:t>
                </w:r>
              </w:sdtContent>
            </w:sdt>
            <w:r w:rsidR="00304EE3" w:rsidRPr="008F470E">
              <w:rPr>
                <w:color w:val="auto"/>
              </w:rPr>
              <w:t xml:space="preserve">  </w:t>
            </w:r>
            <w:sdt>
              <w:sdtPr>
                <w:rPr>
                  <w:color w:val="auto"/>
                </w:rPr>
                <w:alias w:val="Fax"/>
                <w:tag w:val="Fax"/>
                <w:id w:val="1300518620"/>
                <w:placeholder>
                  <w:docPart w:val="7F81ECD3171141E4A301EE5C93418533"/>
                </w:placeholder>
                <w:temporary/>
                <w:showingPlcHdr/>
                <w15:appearance w15:val="hidden"/>
              </w:sdtPr>
              <w:sdtEndPr/>
              <w:sdtContent>
                <w:r w:rsidR="00E2420A" w:rsidRPr="008F470E">
                  <w:rPr>
                    <w:color w:val="auto"/>
                  </w:rPr>
                  <w:t>F</w:t>
                </w:r>
                <w:r w:rsidR="00387EBE" w:rsidRPr="008F470E">
                  <w:rPr>
                    <w:color w:val="auto"/>
                  </w:rPr>
                  <w:t>ax</w:t>
                </w:r>
              </w:sdtContent>
            </w:sdt>
          </w:p>
          <w:p w:rsidR="003326FD" w:rsidRPr="008F470E" w:rsidRDefault="00904C7F">
            <w:pPr>
              <w:pStyle w:val="ContactInfo"/>
              <w:rPr>
                <w:color w:val="auto"/>
              </w:rPr>
            </w:pPr>
            <w:sdt>
              <w:sdtPr>
                <w:rPr>
                  <w:color w:val="auto"/>
                </w:rPr>
                <w:alias w:val="Email"/>
                <w:tag w:val="Email"/>
                <w:id w:val="1300518647"/>
                <w:placeholder>
                  <w:docPart w:val="418A19CEEF9D48839A1945625E5167EB"/>
                </w:placeholder>
                <w:temporary/>
                <w:showingPlcHdr/>
                <w15:appearance w15:val="hidden"/>
              </w:sdtPr>
              <w:sdtEndPr/>
              <w:sdtContent>
                <w:r w:rsidR="00E2420A" w:rsidRPr="008F470E">
                  <w:rPr>
                    <w:color w:val="auto"/>
                  </w:rPr>
                  <w:t>E</w:t>
                </w:r>
                <w:r w:rsidR="00387EBE" w:rsidRPr="008F470E">
                  <w:rPr>
                    <w:color w:val="auto"/>
                  </w:rPr>
                  <w:t>mail</w:t>
                </w:r>
              </w:sdtContent>
            </w:sdt>
          </w:p>
        </w:tc>
        <w:tc>
          <w:tcPr>
            <w:tcW w:w="4158" w:type="dxa"/>
          </w:tcPr>
          <w:p w:rsidR="003326FD" w:rsidRPr="008F470E" w:rsidRDefault="00E2420A" w:rsidP="00387EBE">
            <w:pPr>
              <w:pStyle w:val="DateandNumber"/>
              <w:rPr>
                <w:color w:val="auto"/>
              </w:rPr>
            </w:pPr>
            <w:r w:rsidRPr="008F470E">
              <w:rPr>
                <w:color w:val="auto"/>
              </w:rPr>
              <w:t>Date:</w:t>
            </w:r>
            <w:sdt>
              <w:sdtPr>
                <w:rPr>
                  <w:color w:val="auto"/>
                </w:rPr>
                <w:id w:val="-1000817878"/>
                <w:placeholder>
                  <w:docPart w:val="A712E2DF8E034846BE3993E315BA1E22"/>
                </w:placeholder>
                <w:temporary/>
                <w:showingPlcHdr/>
                <w15:appearance w15:val="hidden"/>
              </w:sdtPr>
              <w:sdtEndPr/>
              <w:sdtContent>
                <w:r w:rsidR="00387EBE" w:rsidRPr="008F470E">
                  <w:rPr>
                    <w:color w:val="auto"/>
                  </w:rPr>
                  <w:t>Date</w:t>
                </w:r>
              </w:sdtContent>
            </w:sdt>
          </w:p>
          <w:p w:rsidR="003326FD" w:rsidRPr="008F470E" w:rsidRDefault="00304EE3">
            <w:pPr>
              <w:pStyle w:val="DateandNumber"/>
              <w:rPr>
                <w:color w:val="auto"/>
              </w:rPr>
            </w:pPr>
            <w:r w:rsidRPr="008F470E">
              <w:rPr>
                <w:color w:val="auto"/>
              </w:rPr>
              <w:t xml:space="preserve">Credit No. </w:t>
            </w:r>
            <w:sdt>
              <w:sdtPr>
                <w:rPr>
                  <w:color w:val="auto"/>
                </w:rPr>
                <w:alias w:val="No."/>
                <w:tag w:val="No."/>
                <w:id w:val="1301958660"/>
                <w:placeholder>
                  <w:docPart w:val="FF6F3048126340EF87BAF519FBB57BDB"/>
                </w:placeholder>
                <w:temporary/>
                <w:showingPlcHdr/>
                <w15:appearance w15:val="hidden"/>
              </w:sdtPr>
              <w:sdtEndPr/>
              <w:sdtContent>
                <w:r w:rsidR="00387EBE" w:rsidRPr="008F470E">
                  <w:rPr>
                    <w:color w:val="auto"/>
                  </w:rPr>
                  <w:t>No.</w:t>
                </w:r>
              </w:sdtContent>
            </w:sdt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4" w:type="dxa"/>
          <w:left w:w="0" w:type="dxa"/>
          <w:bottom w:w="144" w:type="dxa"/>
          <w:right w:w="0" w:type="dxa"/>
        </w:tblCellMar>
        <w:tblLook w:val="0000" w:firstRow="0" w:lastRow="0" w:firstColumn="0" w:lastColumn="0" w:noHBand="0" w:noVBand="0"/>
        <w:tblDescription w:val="Layout table"/>
      </w:tblPr>
      <w:tblGrid>
        <w:gridCol w:w="541"/>
        <w:gridCol w:w="6299"/>
        <w:gridCol w:w="533"/>
        <w:gridCol w:w="2707"/>
      </w:tblGrid>
      <w:tr w:rsidR="008F470E" w:rsidRPr="008F470E" w:rsidTr="00E2420A">
        <w:trPr>
          <w:trHeight w:val="1566"/>
        </w:trPr>
        <w:tc>
          <w:tcPr>
            <w:tcW w:w="541" w:type="dxa"/>
          </w:tcPr>
          <w:p w:rsidR="003326FD" w:rsidRPr="008F470E" w:rsidRDefault="00304EE3" w:rsidP="00D93349">
            <w:pPr>
              <w:pStyle w:val="Heading1"/>
              <w:rPr>
                <w:color w:val="auto"/>
              </w:rPr>
            </w:pPr>
            <w:r w:rsidRPr="008F470E">
              <w:rPr>
                <w:color w:val="auto"/>
              </w:rPr>
              <w:t>TO</w:t>
            </w:r>
          </w:p>
        </w:tc>
        <w:tc>
          <w:tcPr>
            <w:tcW w:w="6299" w:type="dxa"/>
          </w:tcPr>
          <w:sdt>
            <w:sdtPr>
              <w:rPr>
                <w:color w:val="auto"/>
              </w:rPr>
              <w:alias w:val="Name"/>
              <w:tag w:val="Name"/>
              <w:id w:val="1300518674"/>
              <w:placeholder>
                <w:docPart w:val="2A0D44FA2D86409B967A51D2AF5FBE73"/>
              </w:placeholder>
              <w:temporary/>
              <w:showingPlcHdr/>
              <w15:appearance w15:val="hidden"/>
            </w:sdtPr>
            <w:sdtEndPr/>
            <w:sdtContent>
              <w:p w:rsidR="003326FD" w:rsidRPr="008F470E" w:rsidRDefault="00387EBE" w:rsidP="009C6D38">
                <w:pPr>
                  <w:rPr>
                    <w:color w:val="auto"/>
                  </w:rPr>
                </w:pPr>
                <w:r w:rsidRPr="008F470E">
                  <w:rPr>
                    <w:color w:val="auto"/>
                  </w:rPr>
                  <w:t>Customer Name</w:t>
                </w:r>
              </w:p>
            </w:sdtContent>
          </w:sdt>
          <w:sdt>
            <w:sdtPr>
              <w:rPr>
                <w:color w:val="auto"/>
              </w:rPr>
              <w:alias w:val="Company"/>
              <w:tag w:val="Company"/>
              <w:id w:val="1300518701"/>
              <w:placeholder>
                <w:docPart w:val="9DDD6B6CFEE7421DB33FD02A02D519C7"/>
              </w:placeholder>
              <w:temporary/>
              <w:showingPlcHdr/>
              <w15:appearance w15:val="hidden"/>
            </w:sdtPr>
            <w:sdtEndPr/>
            <w:sdtContent>
              <w:p w:rsidR="003326FD" w:rsidRPr="008F470E" w:rsidRDefault="00387EBE" w:rsidP="009C6D38">
                <w:pPr>
                  <w:rPr>
                    <w:color w:val="auto"/>
                  </w:rPr>
                </w:pPr>
                <w:r w:rsidRPr="008F470E">
                  <w:rPr>
                    <w:color w:val="auto"/>
                  </w:rPr>
                  <w:t>Company Name</w:t>
                </w:r>
              </w:p>
            </w:sdtContent>
          </w:sdt>
          <w:sdt>
            <w:sdtPr>
              <w:rPr>
                <w:color w:val="auto"/>
              </w:rPr>
              <w:id w:val="691276660"/>
              <w:placeholder>
                <w:docPart w:val="91DBD73AC3A1498CA1188206B398EC6D"/>
              </w:placeholder>
              <w:temporary/>
              <w:showingPlcHdr/>
              <w15:appearance w15:val="hidden"/>
            </w:sdtPr>
            <w:sdtEndPr/>
            <w:sdtContent>
              <w:p w:rsidR="003326FD" w:rsidRPr="008F470E" w:rsidRDefault="007C5D35" w:rsidP="009C6D38">
                <w:pPr>
                  <w:rPr>
                    <w:color w:val="auto"/>
                  </w:rPr>
                </w:pPr>
                <w:r w:rsidRPr="008F470E">
                  <w:rPr>
                    <w:color w:val="auto"/>
                  </w:rPr>
                  <w:t>Street Address, City, ST ZIP Code</w:t>
                </w:r>
              </w:p>
            </w:sdtContent>
          </w:sdt>
          <w:sdt>
            <w:sdtPr>
              <w:rPr>
                <w:color w:val="auto"/>
              </w:rPr>
              <w:alias w:val="Phone"/>
              <w:tag w:val="Phone"/>
              <w:id w:val="1300518782"/>
              <w:placeholder>
                <w:docPart w:val="D2F92DB7506D4F5BAEB9B729E80B8A50"/>
              </w:placeholder>
              <w:temporary/>
              <w:showingPlcHdr/>
              <w15:appearance w15:val="hidden"/>
            </w:sdtPr>
            <w:sdtEndPr/>
            <w:sdtContent>
              <w:p w:rsidR="003326FD" w:rsidRPr="008F470E" w:rsidRDefault="00E2420A" w:rsidP="009C6D38">
                <w:pPr>
                  <w:rPr>
                    <w:color w:val="auto"/>
                  </w:rPr>
                </w:pPr>
                <w:r w:rsidRPr="008F470E">
                  <w:rPr>
                    <w:color w:val="auto"/>
                  </w:rPr>
                  <w:t>P</w:t>
                </w:r>
                <w:r w:rsidR="00387EBE" w:rsidRPr="008F470E">
                  <w:rPr>
                    <w:color w:val="auto"/>
                  </w:rPr>
                  <w:t>hone</w:t>
                </w:r>
              </w:p>
            </w:sdtContent>
          </w:sdt>
          <w:p w:rsidR="003326FD" w:rsidRPr="008F470E" w:rsidRDefault="00304EE3" w:rsidP="009C6D38">
            <w:pPr>
              <w:rPr>
                <w:color w:val="auto"/>
              </w:rPr>
            </w:pPr>
            <w:r w:rsidRPr="008F470E">
              <w:rPr>
                <w:color w:val="auto"/>
              </w:rPr>
              <w:t xml:space="preserve">Customer ID </w:t>
            </w:r>
            <w:sdt>
              <w:sdtPr>
                <w:rPr>
                  <w:color w:val="auto"/>
                </w:rPr>
                <w:alias w:val="No."/>
                <w:tag w:val="No."/>
                <w:id w:val="1300518809"/>
                <w:placeholder>
                  <w:docPart w:val="729A245DEC7249129B18F3F04728B3F4"/>
                </w:placeholder>
                <w:temporary/>
                <w:showingPlcHdr/>
                <w15:appearance w15:val="hidden"/>
              </w:sdtPr>
              <w:sdtEndPr/>
              <w:sdtContent>
                <w:r w:rsidR="00387EBE" w:rsidRPr="008F470E">
                  <w:rPr>
                    <w:color w:val="auto"/>
                  </w:rPr>
                  <w:t>No.</w:t>
                </w:r>
              </w:sdtContent>
            </w:sdt>
          </w:p>
        </w:tc>
        <w:tc>
          <w:tcPr>
            <w:tcW w:w="533" w:type="dxa"/>
          </w:tcPr>
          <w:p w:rsidR="003326FD" w:rsidRPr="008F470E" w:rsidRDefault="00304EE3" w:rsidP="00D93349">
            <w:pPr>
              <w:pStyle w:val="Heading1"/>
              <w:rPr>
                <w:color w:val="auto"/>
              </w:rPr>
            </w:pPr>
            <w:r w:rsidRPr="008F470E">
              <w:rPr>
                <w:color w:val="auto"/>
              </w:rPr>
              <w:t>JOB</w:t>
            </w:r>
          </w:p>
        </w:tc>
        <w:sdt>
          <w:sdtPr>
            <w:rPr>
              <w:color w:val="auto"/>
            </w:rPr>
            <w:alias w:val="Job"/>
            <w:tag w:val="Job"/>
            <w:id w:val="1301958687"/>
            <w:placeholder>
              <w:docPart w:val="DFF19B24B05A475E8E8CC94D6981D77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707" w:type="dxa"/>
              </w:tcPr>
              <w:p w:rsidR="003326FD" w:rsidRPr="008F470E" w:rsidRDefault="00387EBE">
                <w:pPr>
                  <w:rPr>
                    <w:color w:val="auto"/>
                  </w:rPr>
                </w:pPr>
                <w:r w:rsidRPr="008F470E">
                  <w:rPr>
                    <w:color w:val="auto"/>
                  </w:rPr>
                  <w:t>Job description</w:t>
                </w:r>
              </w:p>
            </w:tc>
          </w:sdtContent>
        </w:sdt>
      </w:tr>
    </w:tbl>
    <w:tbl>
      <w:tblPr>
        <w:tblStyle w:val="CreditTable"/>
        <w:tblW w:w="0" w:type="auto"/>
        <w:tblLook w:val="04A0" w:firstRow="1" w:lastRow="0" w:firstColumn="1" w:lastColumn="0" w:noHBand="0" w:noVBand="1"/>
        <w:tblDescription w:val="Layout table"/>
      </w:tblPr>
      <w:tblGrid>
        <w:gridCol w:w="1460"/>
        <w:gridCol w:w="1436"/>
        <w:gridCol w:w="3935"/>
        <w:gridCol w:w="1618"/>
        <w:gridCol w:w="1621"/>
      </w:tblGrid>
      <w:tr w:rsidR="00681C45" w:rsidRPr="00844DB7" w:rsidTr="008F47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sdt>
          <w:sdtPr>
            <w:id w:val="1576480041"/>
            <w:placeholder>
              <w:docPart w:val="15BB1CEB0F414E2F93138BFE2CAF667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60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  <w:shd w:val="clear" w:color="auto" w:fill="auto"/>
                <w:vAlign w:val="center"/>
              </w:tcPr>
              <w:p w:rsidR="0014664E" w:rsidRPr="00844DB7" w:rsidRDefault="00AB6576" w:rsidP="00844DB7">
                <w:pPr>
                  <w:pStyle w:val="Heading2"/>
                  <w:outlineLvl w:val="1"/>
                </w:pPr>
                <w:r w:rsidRPr="00844DB7">
                  <w:t>QUANTITY</w:t>
                </w:r>
              </w:p>
            </w:tc>
          </w:sdtContent>
        </w:sdt>
        <w:sdt>
          <w:sdtPr>
            <w:id w:val="464628745"/>
            <w:placeholder>
              <w:docPart w:val="7A17508FE96B41B185BE1DF88A00EC63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36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  <w:shd w:val="clear" w:color="auto" w:fill="auto"/>
                <w:vAlign w:val="center"/>
              </w:tcPr>
              <w:p w:rsidR="0014664E" w:rsidRPr="00844DB7" w:rsidRDefault="00AB6576" w:rsidP="00844DB7">
                <w:pPr>
                  <w:pStyle w:val="Heading2"/>
                  <w:outlineLvl w:val="1"/>
                </w:pPr>
                <w:r w:rsidRPr="00844DB7">
                  <w:t>ITEM #</w:t>
                </w:r>
              </w:p>
            </w:tc>
          </w:sdtContent>
        </w:sdt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:rsidR="0014664E" w:rsidRPr="00844DB7" w:rsidRDefault="00904C7F" w:rsidP="00844DB7">
            <w:pPr>
              <w:pStyle w:val="Heading2"/>
              <w:outlineLvl w:val="1"/>
            </w:pPr>
            <w:sdt>
              <w:sdtPr>
                <w:id w:val="-684751167"/>
                <w:placeholder>
                  <w:docPart w:val="708F9CF128A74D739F38F699C050DE6A"/>
                </w:placeholder>
                <w:temporary/>
                <w:showingPlcHdr/>
                <w15:appearance w15:val="hidden"/>
              </w:sdtPr>
              <w:sdtEndPr/>
              <w:sdtContent>
                <w:r w:rsidR="00AB6576" w:rsidRPr="00844DB7">
                  <w:t>DESCRIPTION</w:t>
                </w:r>
              </w:sdtContent>
            </w:sdt>
          </w:p>
        </w:tc>
        <w:sdt>
          <w:sdtPr>
            <w:id w:val="2076705938"/>
            <w:placeholder>
              <w:docPart w:val="DF32826920BE49699E63C27A05C2ECD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18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  <w:shd w:val="clear" w:color="auto" w:fill="auto"/>
                <w:vAlign w:val="center"/>
              </w:tcPr>
              <w:p w:rsidR="0014664E" w:rsidRPr="00844DB7" w:rsidRDefault="00AB6576" w:rsidP="00844DB7">
                <w:pPr>
                  <w:pStyle w:val="Heading2"/>
                  <w:outlineLvl w:val="1"/>
                </w:pPr>
                <w:r w:rsidRPr="00844DB7">
                  <w:t>UNIT PRICE</w:t>
                </w:r>
              </w:p>
            </w:tc>
          </w:sdtContent>
        </w:sdt>
        <w:sdt>
          <w:sdtPr>
            <w:id w:val="-1197159624"/>
            <w:placeholder>
              <w:docPart w:val="96D919B76701449EBC37FC3BC3708A1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2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  <w:shd w:val="clear" w:color="auto" w:fill="auto"/>
                <w:vAlign w:val="center"/>
              </w:tcPr>
              <w:p w:rsidR="0014664E" w:rsidRPr="00844DB7" w:rsidRDefault="00AB6576" w:rsidP="00844DB7">
                <w:pPr>
                  <w:pStyle w:val="Heading2"/>
                  <w:outlineLvl w:val="1"/>
                </w:pPr>
                <w:r w:rsidRPr="00844DB7">
                  <w:t>LINE TOTAL</w:t>
                </w:r>
              </w:p>
            </w:tc>
          </w:sdtContent>
        </w:sdt>
      </w:tr>
      <w:tr w:rsidR="00AB6576" w:rsidTr="008F470E">
        <w:tc>
          <w:tcPr>
            <w:tcW w:w="1460" w:type="dxa"/>
            <w:shd w:val="clear" w:color="auto" w:fill="auto"/>
          </w:tcPr>
          <w:p w:rsidR="0014664E" w:rsidRDefault="0014664E" w:rsidP="00FE0AE6"/>
        </w:tc>
        <w:tc>
          <w:tcPr>
            <w:tcW w:w="1436" w:type="dxa"/>
            <w:shd w:val="clear" w:color="auto" w:fill="auto"/>
          </w:tcPr>
          <w:p w:rsidR="0014664E" w:rsidRDefault="0014664E" w:rsidP="00FE0AE6"/>
        </w:tc>
        <w:tc>
          <w:tcPr>
            <w:tcW w:w="3935" w:type="dxa"/>
            <w:shd w:val="clear" w:color="auto" w:fill="auto"/>
          </w:tcPr>
          <w:p w:rsidR="0014664E" w:rsidRDefault="0014664E" w:rsidP="00FE0AE6"/>
        </w:tc>
        <w:tc>
          <w:tcPr>
            <w:tcW w:w="1618" w:type="dxa"/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  <w:tc>
          <w:tcPr>
            <w:tcW w:w="1621" w:type="dxa"/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</w:tr>
      <w:tr w:rsidR="00681C45" w:rsidTr="008F47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4664E" w:rsidRDefault="0014664E" w:rsidP="00FE0AE6"/>
        </w:tc>
        <w:tc>
          <w:tcPr>
            <w:tcW w:w="14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4664E" w:rsidRDefault="0014664E" w:rsidP="00FE0AE6"/>
        </w:tc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4664E" w:rsidRDefault="0014664E" w:rsidP="00FE0AE6"/>
        </w:tc>
        <w:tc>
          <w:tcPr>
            <w:tcW w:w="16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  <w:tc>
          <w:tcPr>
            <w:tcW w:w="16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</w:tr>
      <w:tr w:rsidR="00AB6576" w:rsidTr="008F470E">
        <w:tc>
          <w:tcPr>
            <w:tcW w:w="1460" w:type="dxa"/>
            <w:shd w:val="clear" w:color="auto" w:fill="auto"/>
          </w:tcPr>
          <w:p w:rsidR="0014664E" w:rsidRDefault="0014664E" w:rsidP="00FE0AE6"/>
        </w:tc>
        <w:tc>
          <w:tcPr>
            <w:tcW w:w="1436" w:type="dxa"/>
            <w:shd w:val="clear" w:color="auto" w:fill="auto"/>
          </w:tcPr>
          <w:p w:rsidR="0014664E" w:rsidRDefault="0014664E" w:rsidP="00FE0AE6"/>
        </w:tc>
        <w:tc>
          <w:tcPr>
            <w:tcW w:w="3935" w:type="dxa"/>
            <w:shd w:val="clear" w:color="auto" w:fill="auto"/>
          </w:tcPr>
          <w:p w:rsidR="0014664E" w:rsidRDefault="0014664E" w:rsidP="00FE0AE6"/>
        </w:tc>
        <w:tc>
          <w:tcPr>
            <w:tcW w:w="1618" w:type="dxa"/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  <w:tc>
          <w:tcPr>
            <w:tcW w:w="1621" w:type="dxa"/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</w:tr>
      <w:tr w:rsidR="00681C45" w:rsidTr="008F47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4664E" w:rsidRDefault="0014664E" w:rsidP="00FE0AE6"/>
        </w:tc>
        <w:tc>
          <w:tcPr>
            <w:tcW w:w="14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4664E" w:rsidRDefault="0014664E" w:rsidP="00FE0AE6"/>
        </w:tc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4664E" w:rsidRDefault="0014664E" w:rsidP="00FE0AE6"/>
        </w:tc>
        <w:tc>
          <w:tcPr>
            <w:tcW w:w="16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  <w:tc>
          <w:tcPr>
            <w:tcW w:w="16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  <w:bookmarkStart w:id="0" w:name="_GoBack"/>
        <w:bookmarkEnd w:id="0"/>
      </w:tr>
      <w:tr w:rsidR="00AB6576" w:rsidTr="008F470E">
        <w:tc>
          <w:tcPr>
            <w:tcW w:w="1460" w:type="dxa"/>
            <w:shd w:val="clear" w:color="auto" w:fill="auto"/>
          </w:tcPr>
          <w:p w:rsidR="0014664E" w:rsidRDefault="0014664E" w:rsidP="00FE0AE6"/>
        </w:tc>
        <w:tc>
          <w:tcPr>
            <w:tcW w:w="1436" w:type="dxa"/>
            <w:shd w:val="clear" w:color="auto" w:fill="auto"/>
          </w:tcPr>
          <w:p w:rsidR="0014664E" w:rsidRDefault="0014664E" w:rsidP="00FE0AE6"/>
        </w:tc>
        <w:tc>
          <w:tcPr>
            <w:tcW w:w="3935" w:type="dxa"/>
            <w:shd w:val="clear" w:color="auto" w:fill="auto"/>
          </w:tcPr>
          <w:p w:rsidR="0014664E" w:rsidRDefault="0014664E" w:rsidP="00FE0AE6"/>
        </w:tc>
        <w:tc>
          <w:tcPr>
            <w:tcW w:w="1618" w:type="dxa"/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  <w:tc>
          <w:tcPr>
            <w:tcW w:w="1621" w:type="dxa"/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</w:tr>
      <w:tr w:rsidR="00681C45" w:rsidTr="008F47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D163FD" w:rsidRDefault="00D163FD" w:rsidP="00FE0AE6"/>
        </w:tc>
        <w:tc>
          <w:tcPr>
            <w:tcW w:w="14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D163FD" w:rsidRDefault="00D163FD" w:rsidP="00FE0AE6"/>
        </w:tc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D163FD" w:rsidRDefault="00D163FD" w:rsidP="00FE0AE6"/>
        </w:tc>
        <w:tc>
          <w:tcPr>
            <w:tcW w:w="16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  <w:tc>
          <w:tcPr>
            <w:tcW w:w="16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</w:tr>
      <w:tr w:rsidR="00AB6576" w:rsidTr="008F470E">
        <w:tc>
          <w:tcPr>
            <w:tcW w:w="1460" w:type="dxa"/>
            <w:shd w:val="clear" w:color="auto" w:fill="auto"/>
          </w:tcPr>
          <w:p w:rsidR="00D163FD" w:rsidRDefault="00D163FD" w:rsidP="00FE0AE6"/>
        </w:tc>
        <w:tc>
          <w:tcPr>
            <w:tcW w:w="1436" w:type="dxa"/>
            <w:shd w:val="clear" w:color="auto" w:fill="auto"/>
          </w:tcPr>
          <w:p w:rsidR="00D163FD" w:rsidRDefault="00D163FD" w:rsidP="00FE0AE6"/>
        </w:tc>
        <w:tc>
          <w:tcPr>
            <w:tcW w:w="3935" w:type="dxa"/>
            <w:shd w:val="clear" w:color="auto" w:fill="auto"/>
          </w:tcPr>
          <w:p w:rsidR="00D163FD" w:rsidRDefault="00D163FD" w:rsidP="00FE0AE6"/>
        </w:tc>
        <w:tc>
          <w:tcPr>
            <w:tcW w:w="1618" w:type="dxa"/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  <w:tc>
          <w:tcPr>
            <w:tcW w:w="1621" w:type="dxa"/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</w:tr>
      <w:tr w:rsidR="00681C45" w:rsidTr="008F47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D163FD" w:rsidRDefault="00D163FD" w:rsidP="00FE0AE6"/>
        </w:tc>
        <w:tc>
          <w:tcPr>
            <w:tcW w:w="14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D163FD" w:rsidRDefault="00D163FD" w:rsidP="00FE0AE6"/>
        </w:tc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D163FD" w:rsidRDefault="00D163FD" w:rsidP="00FE0AE6"/>
        </w:tc>
        <w:tc>
          <w:tcPr>
            <w:tcW w:w="16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  <w:tc>
          <w:tcPr>
            <w:tcW w:w="16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</w:tr>
      <w:tr w:rsidR="00AB6576" w:rsidTr="008F470E">
        <w:tc>
          <w:tcPr>
            <w:tcW w:w="1460" w:type="dxa"/>
            <w:shd w:val="clear" w:color="auto" w:fill="auto"/>
          </w:tcPr>
          <w:p w:rsidR="00D163FD" w:rsidRDefault="00D163FD" w:rsidP="00FE0AE6"/>
        </w:tc>
        <w:tc>
          <w:tcPr>
            <w:tcW w:w="1436" w:type="dxa"/>
            <w:shd w:val="clear" w:color="auto" w:fill="auto"/>
          </w:tcPr>
          <w:p w:rsidR="00D163FD" w:rsidRDefault="00D163FD" w:rsidP="00FE0AE6"/>
        </w:tc>
        <w:tc>
          <w:tcPr>
            <w:tcW w:w="3935" w:type="dxa"/>
            <w:shd w:val="clear" w:color="auto" w:fill="auto"/>
          </w:tcPr>
          <w:p w:rsidR="00D163FD" w:rsidRDefault="00D163FD" w:rsidP="00FE0AE6"/>
        </w:tc>
        <w:tc>
          <w:tcPr>
            <w:tcW w:w="1618" w:type="dxa"/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  <w:tc>
          <w:tcPr>
            <w:tcW w:w="1621" w:type="dxa"/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</w:tr>
      <w:tr w:rsidR="00681C45" w:rsidTr="008F47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A02ADB" w:rsidRDefault="00A02ADB" w:rsidP="00FE0AE6"/>
        </w:tc>
        <w:tc>
          <w:tcPr>
            <w:tcW w:w="14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A02ADB" w:rsidRDefault="00A02ADB" w:rsidP="00FE0AE6"/>
        </w:tc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A02ADB" w:rsidRDefault="00A02ADB" w:rsidP="00FE0AE6"/>
        </w:tc>
        <w:tc>
          <w:tcPr>
            <w:tcW w:w="16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  <w:tc>
          <w:tcPr>
            <w:tcW w:w="16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</w:tr>
      <w:tr w:rsidR="00A02ADB" w:rsidTr="008F470E">
        <w:tc>
          <w:tcPr>
            <w:tcW w:w="1460" w:type="dxa"/>
            <w:shd w:val="clear" w:color="auto" w:fill="auto"/>
          </w:tcPr>
          <w:p w:rsidR="00A02ADB" w:rsidRDefault="00A02ADB" w:rsidP="00FE0AE6"/>
        </w:tc>
        <w:tc>
          <w:tcPr>
            <w:tcW w:w="1436" w:type="dxa"/>
            <w:shd w:val="clear" w:color="auto" w:fill="auto"/>
          </w:tcPr>
          <w:p w:rsidR="00A02ADB" w:rsidRDefault="00A02ADB" w:rsidP="00FE0AE6"/>
        </w:tc>
        <w:tc>
          <w:tcPr>
            <w:tcW w:w="3935" w:type="dxa"/>
            <w:shd w:val="clear" w:color="auto" w:fill="auto"/>
          </w:tcPr>
          <w:p w:rsidR="00A02ADB" w:rsidRDefault="00A02ADB" w:rsidP="00FE0AE6"/>
        </w:tc>
        <w:tc>
          <w:tcPr>
            <w:tcW w:w="1618" w:type="dxa"/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  <w:tc>
          <w:tcPr>
            <w:tcW w:w="1621" w:type="dxa"/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</w:tr>
      <w:tr w:rsidR="00681C45" w:rsidTr="008F47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A02ADB" w:rsidRDefault="00A02ADB" w:rsidP="00FE0AE6"/>
        </w:tc>
        <w:tc>
          <w:tcPr>
            <w:tcW w:w="14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A02ADB" w:rsidRDefault="00A02ADB" w:rsidP="00FE0AE6"/>
        </w:tc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A02ADB" w:rsidRDefault="00A02ADB" w:rsidP="00FE0AE6"/>
        </w:tc>
        <w:tc>
          <w:tcPr>
            <w:tcW w:w="16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  <w:tc>
          <w:tcPr>
            <w:tcW w:w="16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</w:tr>
      <w:tr w:rsidR="00AB6576" w:rsidTr="008F470E">
        <w:tc>
          <w:tcPr>
            <w:tcW w:w="1460" w:type="dxa"/>
            <w:shd w:val="clear" w:color="auto" w:fill="auto"/>
          </w:tcPr>
          <w:p w:rsidR="00A02ADB" w:rsidRDefault="00A02ADB" w:rsidP="00FE0AE6"/>
        </w:tc>
        <w:tc>
          <w:tcPr>
            <w:tcW w:w="1436" w:type="dxa"/>
            <w:shd w:val="clear" w:color="auto" w:fill="auto"/>
          </w:tcPr>
          <w:p w:rsidR="00A02ADB" w:rsidRDefault="00A02ADB" w:rsidP="00FE0AE6"/>
        </w:tc>
        <w:tc>
          <w:tcPr>
            <w:tcW w:w="3935" w:type="dxa"/>
            <w:shd w:val="clear" w:color="auto" w:fill="auto"/>
          </w:tcPr>
          <w:p w:rsidR="00A02ADB" w:rsidRDefault="00A02ADB" w:rsidP="00FE0AE6"/>
        </w:tc>
        <w:tc>
          <w:tcPr>
            <w:tcW w:w="1618" w:type="dxa"/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  <w:tc>
          <w:tcPr>
            <w:tcW w:w="1621" w:type="dxa"/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</w:tr>
      <w:tr w:rsidR="00681C45" w:rsidTr="008F47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A02ADB" w:rsidRDefault="00A02ADB" w:rsidP="00FE0AE6"/>
        </w:tc>
        <w:tc>
          <w:tcPr>
            <w:tcW w:w="14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A02ADB" w:rsidRDefault="00A02ADB" w:rsidP="00FE0AE6"/>
        </w:tc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A02ADB" w:rsidRDefault="00A02ADB" w:rsidP="00FE0AE6"/>
        </w:tc>
        <w:tc>
          <w:tcPr>
            <w:tcW w:w="16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  <w:tc>
          <w:tcPr>
            <w:tcW w:w="16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A02ADB" w:rsidRDefault="00A02ADB" w:rsidP="00681C45">
            <w:pPr>
              <w:pStyle w:val="Amount"/>
            </w:pPr>
          </w:p>
        </w:tc>
      </w:tr>
      <w:tr w:rsidR="00AB6576" w:rsidTr="008F470E">
        <w:tc>
          <w:tcPr>
            <w:tcW w:w="1460" w:type="dxa"/>
            <w:shd w:val="clear" w:color="auto" w:fill="auto"/>
          </w:tcPr>
          <w:p w:rsidR="00D163FD" w:rsidRDefault="00D163FD" w:rsidP="00FE0AE6"/>
        </w:tc>
        <w:tc>
          <w:tcPr>
            <w:tcW w:w="1436" w:type="dxa"/>
            <w:shd w:val="clear" w:color="auto" w:fill="auto"/>
          </w:tcPr>
          <w:p w:rsidR="00D163FD" w:rsidRDefault="00D163FD" w:rsidP="00FE0AE6"/>
        </w:tc>
        <w:tc>
          <w:tcPr>
            <w:tcW w:w="3935" w:type="dxa"/>
            <w:shd w:val="clear" w:color="auto" w:fill="auto"/>
          </w:tcPr>
          <w:p w:rsidR="00D163FD" w:rsidRDefault="00D163FD" w:rsidP="00FE0AE6"/>
        </w:tc>
        <w:tc>
          <w:tcPr>
            <w:tcW w:w="1618" w:type="dxa"/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  <w:tc>
          <w:tcPr>
            <w:tcW w:w="1621" w:type="dxa"/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</w:tr>
      <w:tr w:rsidR="00681C45" w:rsidTr="008F47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D163FD" w:rsidRDefault="00D163FD" w:rsidP="00FE0AE6"/>
        </w:tc>
        <w:tc>
          <w:tcPr>
            <w:tcW w:w="14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D163FD" w:rsidRDefault="00D163FD" w:rsidP="00FE0AE6"/>
        </w:tc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D163FD" w:rsidRDefault="00D163FD" w:rsidP="00FE0AE6"/>
        </w:tc>
        <w:tc>
          <w:tcPr>
            <w:tcW w:w="16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  <w:tc>
          <w:tcPr>
            <w:tcW w:w="16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</w:tr>
      <w:tr w:rsidR="00AB6576" w:rsidTr="008F470E">
        <w:tc>
          <w:tcPr>
            <w:tcW w:w="1460" w:type="dxa"/>
            <w:shd w:val="clear" w:color="auto" w:fill="auto"/>
          </w:tcPr>
          <w:p w:rsidR="00D163FD" w:rsidRDefault="00D163FD" w:rsidP="00FE0AE6"/>
        </w:tc>
        <w:tc>
          <w:tcPr>
            <w:tcW w:w="1436" w:type="dxa"/>
            <w:shd w:val="clear" w:color="auto" w:fill="auto"/>
          </w:tcPr>
          <w:p w:rsidR="00D163FD" w:rsidRDefault="00D163FD" w:rsidP="00FE0AE6"/>
        </w:tc>
        <w:tc>
          <w:tcPr>
            <w:tcW w:w="3935" w:type="dxa"/>
            <w:shd w:val="clear" w:color="auto" w:fill="auto"/>
          </w:tcPr>
          <w:p w:rsidR="00D163FD" w:rsidRDefault="00D163FD" w:rsidP="00FE0AE6"/>
        </w:tc>
        <w:tc>
          <w:tcPr>
            <w:tcW w:w="1618" w:type="dxa"/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  <w:tc>
          <w:tcPr>
            <w:tcW w:w="1621" w:type="dxa"/>
            <w:shd w:val="clear" w:color="auto" w:fill="auto"/>
            <w:tcMar>
              <w:right w:w="259" w:type="dxa"/>
            </w:tcMar>
          </w:tcPr>
          <w:p w:rsidR="00D163FD" w:rsidRDefault="00D163FD" w:rsidP="00681C45">
            <w:pPr>
              <w:pStyle w:val="Amount"/>
            </w:pPr>
          </w:p>
        </w:tc>
      </w:tr>
      <w:tr w:rsidR="00AB6576" w:rsidTr="008F47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4664E" w:rsidRDefault="0014664E" w:rsidP="00FE0AE6"/>
        </w:tc>
        <w:tc>
          <w:tcPr>
            <w:tcW w:w="14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4664E" w:rsidRDefault="0014664E" w:rsidP="00FE0AE6"/>
        </w:tc>
        <w:tc>
          <w:tcPr>
            <w:tcW w:w="39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4664E" w:rsidRDefault="0014664E" w:rsidP="00FE0AE6"/>
        </w:tc>
        <w:tc>
          <w:tcPr>
            <w:tcW w:w="16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  <w:tc>
          <w:tcPr>
            <w:tcW w:w="16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tcMar>
              <w:right w:w="259" w:type="dxa"/>
            </w:tcMar>
          </w:tcPr>
          <w:p w:rsidR="0014664E" w:rsidRDefault="0014664E" w:rsidP="00681C45">
            <w:pPr>
              <w:pStyle w:val="Amount"/>
            </w:pP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  <w:tblDescription w:val="Layout table"/>
      </w:tblPr>
      <w:tblGrid>
        <w:gridCol w:w="1439"/>
        <w:gridCol w:w="1439"/>
        <w:gridCol w:w="3953"/>
        <w:gridCol w:w="1622"/>
        <w:gridCol w:w="1622"/>
      </w:tblGrid>
      <w:tr w:rsidR="009443E7" w:rsidTr="003C410F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3E7" w:rsidRDefault="009443E7" w:rsidP="00FE0AE6"/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3E7" w:rsidRDefault="009443E7" w:rsidP="00FE0AE6"/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3E7" w:rsidRDefault="009443E7" w:rsidP="00FE0AE6"/>
        </w:tc>
        <w:sdt>
          <w:sdtPr>
            <w:id w:val="-176192018"/>
            <w:placeholder>
              <w:docPart w:val="74FFDE6E9CA84C05872F0B8058574BC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22" w:type="dxa"/>
                <w:tcBorders>
                  <w:top w:val="nil"/>
                  <w:left w:val="nil"/>
                  <w:bottom w:val="nil"/>
                  <w:right w:val="single" w:sz="4" w:space="0" w:color="D9D9D9" w:themeColor="background1" w:themeShade="D9"/>
                </w:tcBorders>
                <w:vAlign w:val="center"/>
              </w:tcPr>
              <w:p w:rsidR="009443E7" w:rsidRDefault="00AB6576" w:rsidP="00AB6576">
                <w:pPr>
                  <w:pStyle w:val="Heading3"/>
                </w:pPr>
                <w:r w:rsidRPr="00AB6576">
                  <w:t>SUBTOTAL</w:t>
                </w:r>
              </w:p>
            </w:tc>
          </w:sdtContent>
        </w:sdt>
        <w:tc>
          <w:tcPr>
            <w:tcW w:w="1622" w:type="dxa"/>
            <w:tcBorders>
              <w:left w:val="single" w:sz="4" w:space="0" w:color="D9D9D9" w:themeColor="background1" w:themeShade="D9"/>
            </w:tcBorders>
            <w:tcMar>
              <w:left w:w="259" w:type="dxa"/>
              <w:right w:w="259" w:type="dxa"/>
            </w:tcMar>
            <w:vAlign w:val="center"/>
          </w:tcPr>
          <w:p w:rsidR="009443E7" w:rsidRPr="007E638F" w:rsidRDefault="009443E7" w:rsidP="003C410F">
            <w:pPr>
              <w:pStyle w:val="Amount"/>
            </w:pPr>
          </w:p>
        </w:tc>
      </w:tr>
      <w:tr w:rsidR="009443E7" w:rsidTr="003C410F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3E7" w:rsidRDefault="009443E7" w:rsidP="00FE0AE6"/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3E7" w:rsidRDefault="009443E7" w:rsidP="00FE0AE6"/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3E7" w:rsidRDefault="009443E7" w:rsidP="00FE0AE6"/>
        </w:tc>
        <w:sdt>
          <w:sdtPr>
            <w:id w:val="-1686515338"/>
            <w:placeholder>
              <w:docPart w:val="BDD131CC47194FF98F0AA61DA33FAB4E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22" w:type="dxa"/>
                <w:tcBorders>
                  <w:top w:val="nil"/>
                  <w:left w:val="nil"/>
                  <w:bottom w:val="nil"/>
                  <w:right w:val="single" w:sz="4" w:space="0" w:color="D9D9D9" w:themeColor="background1" w:themeShade="D9"/>
                </w:tcBorders>
                <w:vAlign w:val="center"/>
              </w:tcPr>
              <w:p w:rsidR="009443E7" w:rsidRDefault="00AB6576" w:rsidP="00AB6576">
                <w:pPr>
                  <w:pStyle w:val="Heading3"/>
                </w:pPr>
                <w:r w:rsidRPr="00AB6576">
                  <w:t>SALES TAX</w:t>
                </w:r>
              </w:p>
            </w:tc>
          </w:sdtContent>
        </w:sdt>
        <w:tc>
          <w:tcPr>
            <w:tcW w:w="1622" w:type="dxa"/>
            <w:tcBorders>
              <w:left w:val="single" w:sz="4" w:space="0" w:color="D9D9D9" w:themeColor="background1" w:themeShade="D9"/>
            </w:tcBorders>
            <w:tcMar>
              <w:left w:w="259" w:type="dxa"/>
              <w:right w:w="259" w:type="dxa"/>
            </w:tcMar>
            <w:vAlign w:val="center"/>
          </w:tcPr>
          <w:p w:rsidR="009443E7" w:rsidRPr="007E638F" w:rsidRDefault="009443E7" w:rsidP="003C410F">
            <w:pPr>
              <w:pStyle w:val="Amount"/>
            </w:pPr>
          </w:p>
        </w:tc>
      </w:tr>
      <w:tr w:rsidR="009443E7" w:rsidTr="003C410F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3E7" w:rsidRDefault="009443E7" w:rsidP="00FE0AE6"/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3E7" w:rsidRDefault="009443E7" w:rsidP="00FE0AE6"/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3E7" w:rsidRDefault="009443E7" w:rsidP="00FE0AE6"/>
        </w:tc>
        <w:sdt>
          <w:sdtPr>
            <w:id w:val="-1928719431"/>
            <w:placeholder>
              <w:docPart w:val="726721D6F2C44EDF8F052B6750E96EBF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22" w:type="dxa"/>
                <w:tcBorders>
                  <w:top w:val="nil"/>
                  <w:left w:val="nil"/>
                  <w:bottom w:val="nil"/>
                  <w:right w:val="single" w:sz="4" w:space="0" w:color="D9D9D9" w:themeColor="background1" w:themeShade="D9"/>
                </w:tcBorders>
                <w:vAlign w:val="center"/>
              </w:tcPr>
              <w:p w:rsidR="009443E7" w:rsidRDefault="00AB6576" w:rsidP="00AB6576">
                <w:pPr>
                  <w:pStyle w:val="Heading3"/>
                </w:pPr>
                <w:r w:rsidRPr="00AB6576">
                  <w:t>TOTAL</w:t>
                </w:r>
              </w:p>
            </w:tc>
          </w:sdtContent>
        </w:sdt>
        <w:tc>
          <w:tcPr>
            <w:tcW w:w="1622" w:type="dxa"/>
            <w:tcBorders>
              <w:left w:val="single" w:sz="4" w:space="0" w:color="D9D9D9" w:themeColor="background1" w:themeShade="D9"/>
            </w:tcBorders>
            <w:tcMar>
              <w:left w:w="259" w:type="dxa"/>
              <w:right w:w="259" w:type="dxa"/>
            </w:tcMar>
            <w:vAlign w:val="center"/>
          </w:tcPr>
          <w:p w:rsidR="009443E7" w:rsidRPr="007E638F" w:rsidRDefault="009443E7" w:rsidP="003C410F">
            <w:pPr>
              <w:pStyle w:val="Amount"/>
            </w:pPr>
          </w:p>
        </w:tc>
      </w:tr>
    </w:tbl>
    <w:p w:rsidR="00E2420A" w:rsidRDefault="00E2420A" w:rsidP="00FE0AE6"/>
    <w:sectPr w:rsidR="00E2420A" w:rsidSect="008F470E">
      <w:footerReference w:type="default" r:id="rId6"/>
      <w:pgSz w:w="12240" w:h="15840" w:code="1"/>
      <w:pgMar w:top="63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C7F" w:rsidRDefault="00904C7F" w:rsidP="00FE0AE6">
      <w:r>
        <w:separator/>
      </w:r>
    </w:p>
    <w:p w:rsidR="00904C7F" w:rsidRDefault="00904C7F"/>
  </w:endnote>
  <w:endnote w:type="continuationSeparator" w:id="0">
    <w:p w:rsidR="00904C7F" w:rsidRDefault="00904C7F" w:rsidP="00FE0AE6">
      <w:r>
        <w:continuationSeparator/>
      </w:r>
    </w:p>
    <w:p w:rsidR="00904C7F" w:rsidRDefault="00904C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29031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0AE6" w:rsidRDefault="00FE0AE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41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C7F" w:rsidRDefault="00904C7F" w:rsidP="00FE0AE6">
      <w:r>
        <w:separator/>
      </w:r>
    </w:p>
    <w:p w:rsidR="00904C7F" w:rsidRDefault="00904C7F"/>
  </w:footnote>
  <w:footnote w:type="continuationSeparator" w:id="0">
    <w:p w:rsidR="00904C7F" w:rsidRDefault="00904C7F" w:rsidP="00FE0AE6">
      <w:r>
        <w:continuationSeparator/>
      </w:r>
    </w:p>
    <w:p w:rsidR="00904C7F" w:rsidRDefault="00904C7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characterSpacingControl w:val="doNotCompress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0E"/>
    <w:rsid w:val="00066D26"/>
    <w:rsid w:val="000E139D"/>
    <w:rsid w:val="000E1DE8"/>
    <w:rsid w:val="0014664E"/>
    <w:rsid w:val="002038DB"/>
    <w:rsid w:val="00242EE9"/>
    <w:rsid w:val="00273104"/>
    <w:rsid w:val="00275912"/>
    <w:rsid w:val="00291319"/>
    <w:rsid w:val="002A60F1"/>
    <w:rsid w:val="002C1C45"/>
    <w:rsid w:val="002D6E81"/>
    <w:rsid w:val="002F4589"/>
    <w:rsid w:val="00304EE3"/>
    <w:rsid w:val="003326FD"/>
    <w:rsid w:val="00334FCC"/>
    <w:rsid w:val="00350791"/>
    <w:rsid w:val="0036059C"/>
    <w:rsid w:val="00377820"/>
    <w:rsid w:val="0038023C"/>
    <w:rsid w:val="00387EBE"/>
    <w:rsid w:val="00396CC3"/>
    <w:rsid w:val="003C410F"/>
    <w:rsid w:val="003E539D"/>
    <w:rsid w:val="003F5749"/>
    <w:rsid w:val="00411AD6"/>
    <w:rsid w:val="00431880"/>
    <w:rsid w:val="00442BC9"/>
    <w:rsid w:val="00467531"/>
    <w:rsid w:val="004778AC"/>
    <w:rsid w:val="004C1B8E"/>
    <w:rsid w:val="004F124C"/>
    <w:rsid w:val="00575E29"/>
    <w:rsid w:val="006279F8"/>
    <w:rsid w:val="00665987"/>
    <w:rsid w:val="00670B4E"/>
    <w:rsid w:val="00681C45"/>
    <w:rsid w:val="006A05BA"/>
    <w:rsid w:val="00761B82"/>
    <w:rsid w:val="00774400"/>
    <w:rsid w:val="007A2A7D"/>
    <w:rsid w:val="007C5D35"/>
    <w:rsid w:val="007E638F"/>
    <w:rsid w:val="0083096B"/>
    <w:rsid w:val="008327B4"/>
    <w:rsid w:val="00844DB7"/>
    <w:rsid w:val="00852DE9"/>
    <w:rsid w:val="008550F6"/>
    <w:rsid w:val="008F470E"/>
    <w:rsid w:val="00904C7F"/>
    <w:rsid w:val="009065FF"/>
    <w:rsid w:val="00922AF3"/>
    <w:rsid w:val="009443E7"/>
    <w:rsid w:val="009B0702"/>
    <w:rsid w:val="009C6D38"/>
    <w:rsid w:val="009D1713"/>
    <w:rsid w:val="00A02ADB"/>
    <w:rsid w:val="00A63368"/>
    <w:rsid w:val="00A91423"/>
    <w:rsid w:val="00AB6576"/>
    <w:rsid w:val="00B42A4A"/>
    <w:rsid w:val="00B71D3D"/>
    <w:rsid w:val="00C04BFB"/>
    <w:rsid w:val="00C24B75"/>
    <w:rsid w:val="00C53224"/>
    <w:rsid w:val="00D163FD"/>
    <w:rsid w:val="00D66885"/>
    <w:rsid w:val="00D93349"/>
    <w:rsid w:val="00DC1B20"/>
    <w:rsid w:val="00DD4810"/>
    <w:rsid w:val="00E2420A"/>
    <w:rsid w:val="00E472AC"/>
    <w:rsid w:val="00E604A1"/>
    <w:rsid w:val="00E87666"/>
    <w:rsid w:val="00ED3783"/>
    <w:rsid w:val="00FD152A"/>
    <w:rsid w:val="00FE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D64D996"/>
  <w15:docId w15:val="{E8745FBC-815E-49E0-B7EA-B428C48A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404040" w:themeColor="text1" w:themeTint="BF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8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2420A"/>
  </w:style>
  <w:style w:type="paragraph" w:styleId="Heading1">
    <w:name w:val="heading 1"/>
    <w:basedOn w:val="Normal"/>
    <w:autoRedefine/>
    <w:uiPriority w:val="5"/>
    <w:qFormat/>
    <w:rsid w:val="00E2420A"/>
    <w:pPr>
      <w:outlineLvl w:val="0"/>
    </w:pPr>
    <w:rPr>
      <w:rFonts w:asciiTheme="majorHAnsi" w:hAnsiTheme="majorHAnsi" w:cs="Arial"/>
      <w:bCs/>
      <w:caps/>
      <w:color w:val="808080" w:themeColor="background1" w:themeShade="80"/>
      <w:szCs w:val="32"/>
    </w:rPr>
  </w:style>
  <w:style w:type="paragraph" w:styleId="Heading2">
    <w:name w:val="heading 2"/>
    <w:basedOn w:val="Normal"/>
    <w:uiPriority w:val="6"/>
    <w:qFormat/>
    <w:rsid w:val="00E2420A"/>
    <w:pPr>
      <w:jc w:val="center"/>
      <w:outlineLvl w:val="1"/>
    </w:pPr>
    <w:rPr>
      <w:rFonts w:asciiTheme="majorHAnsi" w:hAnsiTheme="majorHAnsi"/>
      <w:b/>
      <w:caps/>
      <w:spacing w:val="4"/>
      <w:sz w:val="18"/>
      <w:szCs w:val="20"/>
    </w:rPr>
  </w:style>
  <w:style w:type="paragraph" w:styleId="Heading3">
    <w:name w:val="heading 3"/>
    <w:basedOn w:val="Normal"/>
    <w:uiPriority w:val="7"/>
    <w:qFormat/>
    <w:rsid w:val="00E2420A"/>
    <w:pPr>
      <w:jc w:val="right"/>
      <w:outlineLvl w:val="2"/>
    </w:pPr>
    <w:rPr>
      <w:rFonts w:asciiTheme="majorHAnsi" w:hAnsiTheme="majorHAnsi"/>
      <w:b/>
      <w:caps/>
      <w:spacing w:val="4"/>
      <w:sz w:val="18"/>
      <w:szCs w:val="16"/>
    </w:rPr>
  </w:style>
  <w:style w:type="paragraph" w:styleId="Heading4">
    <w:name w:val="heading 4"/>
    <w:basedOn w:val="Normal"/>
    <w:link w:val="Heading4Char"/>
    <w:uiPriority w:val="8"/>
    <w:semiHidden/>
    <w:unhideWhenUsed/>
    <w:qFormat/>
    <w:rsid w:val="002038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ateandNumber">
    <w:name w:val="Date and Number"/>
    <w:basedOn w:val="Normal"/>
    <w:uiPriority w:val="4"/>
    <w:qFormat/>
    <w:pPr>
      <w:spacing w:line="264" w:lineRule="auto"/>
      <w:jc w:val="right"/>
    </w:pPr>
    <w:rPr>
      <w:caps/>
      <w:spacing w:val="4"/>
      <w:sz w:val="18"/>
      <w:szCs w:val="16"/>
    </w:rPr>
  </w:style>
  <w:style w:type="paragraph" w:customStyle="1" w:styleId="ContactInfo">
    <w:name w:val="Contact Info"/>
    <w:basedOn w:val="Normal"/>
    <w:uiPriority w:val="3"/>
    <w:qFormat/>
    <w:rPr>
      <w:color w:val="808080" w:themeColor="background1" w:themeShade="80"/>
      <w:szCs w:val="20"/>
    </w:rPr>
  </w:style>
  <w:style w:type="paragraph" w:customStyle="1" w:styleId="Slogan">
    <w:name w:val="Slogan"/>
    <w:basedOn w:val="Normal"/>
    <w:uiPriority w:val="1"/>
    <w:qFormat/>
    <w:rsid w:val="00E2420A"/>
    <w:rPr>
      <w:i/>
      <w:sz w:val="20"/>
      <w:szCs w:val="18"/>
    </w:rPr>
  </w:style>
  <w:style w:type="paragraph" w:customStyle="1" w:styleId="Amount">
    <w:name w:val="Amount"/>
    <w:basedOn w:val="Normal"/>
    <w:uiPriority w:val="9"/>
    <w:qFormat/>
    <w:pPr>
      <w:jc w:val="right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color w:val="404040" w:themeColor="text1" w:themeTint="BF"/>
      <w:sz w:val="16"/>
      <w:szCs w:val="16"/>
    </w:rPr>
  </w:style>
  <w:style w:type="paragraph" w:styleId="Title">
    <w:name w:val="Title"/>
    <w:basedOn w:val="Normal"/>
    <w:link w:val="TitleChar"/>
    <w:uiPriority w:val="2"/>
    <w:unhideWhenUsed/>
    <w:qFormat/>
    <w:rsid w:val="00E2420A"/>
    <w:pPr>
      <w:keepNext/>
      <w:jc w:val="right"/>
    </w:pPr>
    <w:rPr>
      <w:rFonts w:asciiTheme="majorHAnsi" w:eastAsiaTheme="majorEastAsia" w:hAnsiTheme="majorHAnsi" w:cstheme="majorBidi"/>
      <w:caps/>
      <w:color w:val="A6A6A6" w:themeColor="background1" w:themeShade="A6"/>
      <w:kern w:val="32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E2420A"/>
    <w:rPr>
      <w:rFonts w:asciiTheme="majorHAnsi" w:eastAsiaTheme="majorEastAsia" w:hAnsiTheme="majorHAnsi" w:cstheme="majorBidi"/>
      <w:caps/>
      <w:color w:val="A6A6A6" w:themeColor="background1" w:themeShade="A6"/>
      <w:kern w:val="32"/>
      <w:sz w:val="80"/>
      <w:szCs w:val="56"/>
    </w:rPr>
  </w:style>
  <w:style w:type="paragraph" w:styleId="Header">
    <w:name w:val="header"/>
    <w:basedOn w:val="Normal"/>
    <w:link w:val="HeaderChar"/>
    <w:uiPriority w:val="10"/>
    <w:unhideWhenUsed/>
    <w:rsid w:val="00E87666"/>
  </w:style>
  <w:style w:type="character" w:customStyle="1" w:styleId="HeaderChar">
    <w:name w:val="Header Char"/>
    <w:basedOn w:val="DefaultParagraphFont"/>
    <w:link w:val="Header"/>
    <w:uiPriority w:val="10"/>
    <w:rsid w:val="00E87666"/>
  </w:style>
  <w:style w:type="paragraph" w:styleId="Footer">
    <w:name w:val="footer"/>
    <w:basedOn w:val="Normal"/>
    <w:link w:val="FooterChar"/>
    <w:uiPriority w:val="99"/>
    <w:unhideWhenUsed/>
    <w:rsid w:val="00E87666"/>
  </w:style>
  <w:style w:type="character" w:customStyle="1" w:styleId="FooterChar">
    <w:name w:val="Footer Char"/>
    <w:basedOn w:val="DefaultParagraphFont"/>
    <w:link w:val="Footer"/>
    <w:uiPriority w:val="99"/>
    <w:rsid w:val="00E87666"/>
  </w:style>
  <w:style w:type="character" w:customStyle="1" w:styleId="Heading4Char">
    <w:name w:val="Heading 4 Char"/>
    <w:basedOn w:val="DefaultParagraphFont"/>
    <w:link w:val="Heading4"/>
    <w:uiPriority w:val="8"/>
    <w:semiHidden/>
    <w:rsid w:val="002038DB"/>
    <w:rPr>
      <w:rFonts w:asciiTheme="majorHAnsi" w:eastAsiaTheme="majorEastAsia" w:hAnsiTheme="majorHAnsi" w:cstheme="majorBidi"/>
      <w:i/>
      <w:iCs/>
    </w:rPr>
  </w:style>
  <w:style w:type="table" w:customStyle="1" w:styleId="CreditTable">
    <w:name w:val="Credit Table"/>
    <w:basedOn w:val="TableNormal"/>
    <w:uiPriority w:val="99"/>
    <w:rsid w:val="00844DB7"/>
    <w:tblPr>
      <w:tblStyleRow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43" w:type="dxa"/>
        <w:left w:w="115" w:type="dxa"/>
        <w:bottom w:w="43" w:type="dxa"/>
        <w:right w:w="115" w:type="dxa"/>
      </w:tblCellMar>
    </w:tblPr>
    <w:tcPr>
      <w:tcMar>
        <w:left w:w="115" w:type="dxa"/>
        <w:right w:w="115" w:type="dxa"/>
      </w:tcMar>
    </w:tcPr>
    <w:tblStylePr w:type="firstRow">
      <w:pPr>
        <w:wordWrap/>
        <w:spacing w:beforeLines="0" w:before="0" w:beforeAutospacing="0" w:afterLines="0" w:after="0" w:afterAutospacing="0"/>
        <w:jc w:val="center"/>
      </w:pPr>
      <w:rPr>
        <w:rFonts w:asciiTheme="majorHAnsi" w:hAnsiTheme="majorHAnsi"/>
        <w:b w:val="0"/>
        <w:i w:val="0"/>
        <w:sz w:val="18"/>
      </w:rPr>
      <w:tblPr/>
      <w:trPr>
        <w:tblHeader/>
      </w:trPr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nil"/>
          <w:right w:val="single" w:sz="4" w:space="0" w:color="D9D9D9" w:themeColor="background1" w:themeShade="D9"/>
          <w:insideH w:val="nil"/>
          <w:insideV w:val="single" w:sz="4" w:space="0" w:color="D9D9D9" w:themeColor="background1" w:themeShade="D9"/>
          <w:tl2br w:val="nil"/>
          <w:tr2bl w:val="nil"/>
        </w:tcBorders>
        <w:shd w:val="clear" w:color="auto" w:fill="D9D9D9" w:themeFill="background1" w:themeFillShade="D9"/>
        <w:vAlign w:val="bottom"/>
      </w:tcPr>
    </w:tblStylePr>
    <w:tblStylePr w:type="band2Horz"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il"/>
          <w:insideV w:val="single" w:sz="4" w:space="0" w:color="D9D9D9" w:themeColor="background1" w:themeShade="D9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3F574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Downloads\tf1640227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F4FD534681454B8EBDA306C36F2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EFDB4-1096-4CB9-9A50-549BDFF5A4BC}"/>
      </w:docPartPr>
      <w:docPartBody>
        <w:p w:rsidR="00000000" w:rsidRDefault="00AB6C7F">
          <w:pPr>
            <w:pStyle w:val="0CF4FD534681454B8EBDA306C36F2FBB"/>
          </w:pPr>
          <w:r>
            <w:t>Company</w:t>
          </w:r>
          <w:r>
            <w:t xml:space="preserve"> Name</w:t>
          </w:r>
        </w:p>
      </w:docPartBody>
    </w:docPart>
    <w:docPart>
      <w:docPartPr>
        <w:name w:val="6DE39F6D6B764923BC80D89D1368A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17535-AF97-4057-83EB-0909ADE9F57D}"/>
      </w:docPartPr>
      <w:docPartBody>
        <w:p w:rsidR="00000000" w:rsidRDefault="00AB6C7F">
          <w:pPr>
            <w:pStyle w:val="6DE39F6D6B764923BC80D89D1368A482"/>
          </w:pPr>
          <w:r>
            <w:t>Street Address, City, ST ZIP Code</w:t>
          </w:r>
        </w:p>
      </w:docPartBody>
    </w:docPart>
    <w:docPart>
      <w:docPartPr>
        <w:name w:val="A6D3F0B2ACF04C71B0F1BC0CADD29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28DCF-0F48-4185-BBDC-488AA48E1E8D}"/>
      </w:docPartPr>
      <w:docPartBody>
        <w:p w:rsidR="00000000" w:rsidRDefault="00AB6C7F">
          <w:pPr>
            <w:pStyle w:val="A6D3F0B2ACF04C71B0F1BC0CADD29DCF"/>
          </w:pPr>
          <w:r>
            <w:t>Phone</w:t>
          </w:r>
        </w:p>
      </w:docPartBody>
    </w:docPart>
    <w:docPart>
      <w:docPartPr>
        <w:name w:val="7F81ECD3171141E4A301EE5C93418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14D2F-5567-446C-A71E-EA3890938632}"/>
      </w:docPartPr>
      <w:docPartBody>
        <w:p w:rsidR="00000000" w:rsidRDefault="00AB6C7F">
          <w:pPr>
            <w:pStyle w:val="7F81ECD3171141E4A301EE5C93418533"/>
          </w:pPr>
          <w:r>
            <w:t>Fax</w:t>
          </w:r>
        </w:p>
      </w:docPartBody>
    </w:docPart>
    <w:docPart>
      <w:docPartPr>
        <w:name w:val="418A19CEEF9D48839A1945625E516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3B2BE-AB69-4B91-9383-A659753D1401}"/>
      </w:docPartPr>
      <w:docPartBody>
        <w:p w:rsidR="00000000" w:rsidRDefault="00AB6C7F">
          <w:pPr>
            <w:pStyle w:val="418A19CEEF9D48839A1945625E5167EB"/>
          </w:pPr>
          <w:r>
            <w:t>Email</w:t>
          </w:r>
        </w:p>
      </w:docPartBody>
    </w:docPart>
    <w:docPart>
      <w:docPartPr>
        <w:name w:val="A712E2DF8E034846BE3993E315BA1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6B083-CD90-4149-B797-39104874C7DD}"/>
      </w:docPartPr>
      <w:docPartBody>
        <w:p w:rsidR="00000000" w:rsidRDefault="00AB6C7F">
          <w:pPr>
            <w:pStyle w:val="A712E2DF8E034846BE3993E315BA1E22"/>
          </w:pPr>
          <w:r w:rsidRPr="00387EBE">
            <w:t>Date</w:t>
          </w:r>
        </w:p>
      </w:docPartBody>
    </w:docPart>
    <w:docPart>
      <w:docPartPr>
        <w:name w:val="FF6F3048126340EF87BAF519FBB57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DE654-6BF0-47CF-A1CE-E3014D19B8EB}"/>
      </w:docPartPr>
      <w:docPartBody>
        <w:p w:rsidR="00000000" w:rsidRDefault="00AB6C7F">
          <w:pPr>
            <w:pStyle w:val="FF6F3048126340EF87BAF519FBB57BDB"/>
          </w:pPr>
          <w:r>
            <w:t>No.</w:t>
          </w:r>
        </w:p>
      </w:docPartBody>
    </w:docPart>
    <w:docPart>
      <w:docPartPr>
        <w:name w:val="2A0D44FA2D86409B967A51D2AF5FB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F6BC1-D4EC-4154-B4D2-806B9867C654}"/>
      </w:docPartPr>
      <w:docPartBody>
        <w:p w:rsidR="00000000" w:rsidRDefault="00AB6C7F">
          <w:pPr>
            <w:pStyle w:val="2A0D44FA2D86409B967A51D2AF5FBE73"/>
          </w:pPr>
          <w:r>
            <w:t>Customer Name</w:t>
          </w:r>
        </w:p>
      </w:docPartBody>
    </w:docPart>
    <w:docPart>
      <w:docPartPr>
        <w:name w:val="9DDD6B6CFEE7421DB33FD02A02D51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88932-A71B-4466-B1C5-F095A73D44DD}"/>
      </w:docPartPr>
      <w:docPartBody>
        <w:p w:rsidR="00000000" w:rsidRDefault="00AB6C7F">
          <w:pPr>
            <w:pStyle w:val="9DDD6B6CFEE7421DB33FD02A02D519C7"/>
          </w:pPr>
          <w:r>
            <w:t>Company Name</w:t>
          </w:r>
        </w:p>
      </w:docPartBody>
    </w:docPart>
    <w:docPart>
      <w:docPartPr>
        <w:name w:val="91DBD73AC3A1498CA1188206B398E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D1FCA-C321-46CA-AC74-4BEB6D9273DA}"/>
      </w:docPartPr>
      <w:docPartBody>
        <w:p w:rsidR="00000000" w:rsidRDefault="00AB6C7F">
          <w:pPr>
            <w:pStyle w:val="91DBD73AC3A1498CA1188206B398EC6D"/>
          </w:pPr>
          <w:r>
            <w:t>Street Address, City, ST ZIP Code</w:t>
          </w:r>
        </w:p>
      </w:docPartBody>
    </w:docPart>
    <w:docPart>
      <w:docPartPr>
        <w:name w:val="D2F92DB7506D4F5BAEB9B729E80B8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E6EB8-143E-4AC6-8E91-046777DF6988}"/>
      </w:docPartPr>
      <w:docPartBody>
        <w:p w:rsidR="00000000" w:rsidRDefault="00AB6C7F">
          <w:pPr>
            <w:pStyle w:val="D2F92DB7506D4F5BAEB9B729E80B8A50"/>
          </w:pPr>
          <w:r>
            <w:t>Phone</w:t>
          </w:r>
        </w:p>
      </w:docPartBody>
    </w:docPart>
    <w:docPart>
      <w:docPartPr>
        <w:name w:val="729A245DEC7249129B18F3F04728B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77509-3181-4DA9-9FA9-CF73B531C5FA}"/>
      </w:docPartPr>
      <w:docPartBody>
        <w:p w:rsidR="00000000" w:rsidRDefault="00AB6C7F">
          <w:pPr>
            <w:pStyle w:val="729A245DEC7249129B18F3F04728B3F4"/>
          </w:pPr>
          <w:r>
            <w:t>No.</w:t>
          </w:r>
        </w:p>
      </w:docPartBody>
    </w:docPart>
    <w:docPart>
      <w:docPartPr>
        <w:name w:val="DFF19B24B05A475E8E8CC94D6981D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FBD68-AAE9-43EC-9A54-CC5C6F589A5B}"/>
      </w:docPartPr>
      <w:docPartBody>
        <w:p w:rsidR="00000000" w:rsidRDefault="00AB6C7F">
          <w:pPr>
            <w:pStyle w:val="DFF19B24B05A475E8E8CC94D6981D77B"/>
          </w:pPr>
          <w:r>
            <w:t>Job description</w:t>
          </w:r>
        </w:p>
      </w:docPartBody>
    </w:docPart>
    <w:docPart>
      <w:docPartPr>
        <w:name w:val="15BB1CEB0F414E2F93138BFE2CAF6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5154C-93B6-4A6A-89ED-746EC7D8C3D3}"/>
      </w:docPartPr>
      <w:docPartBody>
        <w:p w:rsidR="00000000" w:rsidRDefault="00AB6C7F">
          <w:pPr>
            <w:pStyle w:val="15BB1CEB0F414E2F93138BFE2CAF6671"/>
          </w:pPr>
          <w:r w:rsidRPr="00E2420A">
            <w:t>QUANTITY</w:t>
          </w:r>
        </w:p>
      </w:docPartBody>
    </w:docPart>
    <w:docPart>
      <w:docPartPr>
        <w:name w:val="7A17508FE96B41B185BE1DF88A00E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DC073-2688-4CA1-8376-C3061ACF7201}"/>
      </w:docPartPr>
      <w:docPartBody>
        <w:p w:rsidR="00000000" w:rsidRDefault="00AB6C7F">
          <w:pPr>
            <w:pStyle w:val="7A17508FE96B41B185BE1DF88A00EC63"/>
          </w:pPr>
          <w:r w:rsidRPr="00E2420A">
            <w:t>ITEM #</w:t>
          </w:r>
        </w:p>
      </w:docPartBody>
    </w:docPart>
    <w:docPart>
      <w:docPartPr>
        <w:name w:val="708F9CF128A74D739F38F699C050D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B6317-3B85-4307-A719-6397BE741A6B}"/>
      </w:docPartPr>
      <w:docPartBody>
        <w:p w:rsidR="00000000" w:rsidRDefault="00AB6C7F">
          <w:pPr>
            <w:pStyle w:val="708F9CF128A74D739F38F699C050DE6A"/>
          </w:pPr>
          <w:r w:rsidRPr="00E2420A">
            <w:t>DESCRIPTION</w:t>
          </w:r>
        </w:p>
      </w:docPartBody>
    </w:docPart>
    <w:docPart>
      <w:docPartPr>
        <w:name w:val="DF32826920BE49699E63C27A05C2E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0C783-12CD-49E6-9B87-A44AB6313D3B}"/>
      </w:docPartPr>
      <w:docPartBody>
        <w:p w:rsidR="00000000" w:rsidRDefault="00AB6C7F">
          <w:pPr>
            <w:pStyle w:val="DF32826920BE49699E63C27A05C2ECDC"/>
          </w:pPr>
          <w:r w:rsidRPr="00E2420A">
            <w:t>UNIT PRICE</w:t>
          </w:r>
        </w:p>
      </w:docPartBody>
    </w:docPart>
    <w:docPart>
      <w:docPartPr>
        <w:name w:val="96D919B76701449EBC37FC3BC3708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177FE-E207-4D87-8329-E8DA7A9C10A4}"/>
      </w:docPartPr>
      <w:docPartBody>
        <w:p w:rsidR="00000000" w:rsidRDefault="00AB6C7F">
          <w:pPr>
            <w:pStyle w:val="96D919B76701449EBC37FC3BC3708A16"/>
          </w:pPr>
          <w:r w:rsidRPr="00E2420A">
            <w:t>LINE TOTAL</w:t>
          </w:r>
        </w:p>
      </w:docPartBody>
    </w:docPart>
    <w:docPart>
      <w:docPartPr>
        <w:name w:val="74FFDE6E9CA84C05872F0B8058574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30C7D-24E7-4983-9AEB-52283993261B}"/>
      </w:docPartPr>
      <w:docPartBody>
        <w:p w:rsidR="00000000" w:rsidRDefault="00AB6C7F">
          <w:pPr>
            <w:pStyle w:val="74FFDE6E9CA84C05872F0B8058574BC0"/>
          </w:pPr>
          <w:r w:rsidRPr="00AB6576">
            <w:t>SUBTOTAL</w:t>
          </w:r>
        </w:p>
      </w:docPartBody>
    </w:docPart>
    <w:docPart>
      <w:docPartPr>
        <w:name w:val="BDD131CC47194FF98F0AA61DA33FA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823B2-9AD6-47B2-AF0B-B85B5D2029E4}"/>
      </w:docPartPr>
      <w:docPartBody>
        <w:p w:rsidR="00000000" w:rsidRDefault="00AB6C7F">
          <w:pPr>
            <w:pStyle w:val="BDD131CC47194FF98F0AA61DA33FAB4E"/>
          </w:pPr>
          <w:r w:rsidRPr="00AB6576">
            <w:t>SALES TAX</w:t>
          </w:r>
        </w:p>
      </w:docPartBody>
    </w:docPart>
    <w:docPart>
      <w:docPartPr>
        <w:name w:val="726721D6F2C44EDF8F052B6750E96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05260-0EB7-46D1-BC3D-C198820242B0}"/>
      </w:docPartPr>
      <w:docPartBody>
        <w:p w:rsidR="00000000" w:rsidRDefault="00AB6C7F">
          <w:pPr>
            <w:pStyle w:val="726721D6F2C44EDF8F052B6750E96EBF"/>
          </w:pPr>
          <w:r w:rsidRPr="00AB6576">
            <w:t>TOTAL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E3"/>
    <w:rsid w:val="009837E3"/>
    <w:rsid w:val="00AB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C3B21BFC674ECDB76297CACFEA4660">
    <w:name w:val="E7C3B21BFC674ECDB76297CACFEA4660"/>
  </w:style>
  <w:style w:type="paragraph" w:customStyle="1" w:styleId="D99FC92B8CEF458495053E16E9465FC2">
    <w:name w:val="D99FC92B8CEF458495053E16E9465FC2"/>
  </w:style>
  <w:style w:type="paragraph" w:customStyle="1" w:styleId="0CF4FD534681454B8EBDA306C36F2FBB">
    <w:name w:val="0CF4FD534681454B8EBDA306C36F2FBB"/>
  </w:style>
  <w:style w:type="paragraph" w:customStyle="1" w:styleId="6DE39F6D6B764923BC80D89D1368A482">
    <w:name w:val="6DE39F6D6B764923BC80D89D1368A482"/>
  </w:style>
  <w:style w:type="paragraph" w:customStyle="1" w:styleId="A6D3F0B2ACF04C71B0F1BC0CADD29DCF">
    <w:name w:val="A6D3F0B2ACF04C71B0F1BC0CADD29DCF"/>
  </w:style>
  <w:style w:type="paragraph" w:customStyle="1" w:styleId="7F81ECD3171141E4A301EE5C93418533">
    <w:name w:val="7F81ECD3171141E4A301EE5C93418533"/>
  </w:style>
  <w:style w:type="paragraph" w:customStyle="1" w:styleId="418A19CEEF9D48839A1945625E5167EB">
    <w:name w:val="418A19CEEF9D48839A1945625E5167EB"/>
  </w:style>
  <w:style w:type="paragraph" w:customStyle="1" w:styleId="A712E2DF8E034846BE3993E315BA1E22">
    <w:name w:val="A712E2DF8E034846BE3993E315BA1E22"/>
  </w:style>
  <w:style w:type="paragraph" w:customStyle="1" w:styleId="FF6F3048126340EF87BAF519FBB57BDB">
    <w:name w:val="FF6F3048126340EF87BAF519FBB57BDB"/>
  </w:style>
  <w:style w:type="paragraph" w:customStyle="1" w:styleId="2A0D44FA2D86409B967A51D2AF5FBE73">
    <w:name w:val="2A0D44FA2D86409B967A51D2AF5FBE73"/>
  </w:style>
  <w:style w:type="paragraph" w:customStyle="1" w:styleId="9DDD6B6CFEE7421DB33FD02A02D519C7">
    <w:name w:val="9DDD6B6CFEE7421DB33FD02A02D519C7"/>
  </w:style>
  <w:style w:type="paragraph" w:customStyle="1" w:styleId="91DBD73AC3A1498CA1188206B398EC6D">
    <w:name w:val="91DBD73AC3A1498CA1188206B398EC6D"/>
  </w:style>
  <w:style w:type="paragraph" w:customStyle="1" w:styleId="D2F92DB7506D4F5BAEB9B729E80B8A50">
    <w:name w:val="D2F92DB7506D4F5BAEB9B729E80B8A50"/>
  </w:style>
  <w:style w:type="paragraph" w:customStyle="1" w:styleId="729A245DEC7249129B18F3F04728B3F4">
    <w:name w:val="729A245DEC7249129B18F3F04728B3F4"/>
  </w:style>
  <w:style w:type="paragraph" w:customStyle="1" w:styleId="DFF19B24B05A475E8E8CC94D6981D77B">
    <w:name w:val="DFF19B24B05A475E8E8CC94D6981D77B"/>
  </w:style>
  <w:style w:type="paragraph" w:customStyle="1" w:styleId="15BB1CEB0F414E2F93138BFE2CAF6671">
    <w:name w:val="15BB1CEB0F414E2F93138BFE2CAF6671"/>
  </w:style>
  <w:style w:type="paragraph" w:customStyle="1" w:styleId="7A17508FE96B41B185BE1DF88A00EC63">
    <w:name w:val="7A17508FE96B41B185BE1DF88A00EC63"/>
  </w:style>
  <w:style w:type="paragraph" w:customStyle="1" w:styleId="708F9CF128A74D739F38F699C050DE6A">
    <w:name w:val="708F9CF128A74D739F38F699C050DE6A"/>
  </w:style>
  <w:style w:type="paragraph" w:customStyle="1" w:styleId="DF32826920BE49699E63C27A05C2ECDC">
    <w:name w:val="DF32826920BE49699E63C27A05C2ECDC"/>
  </w:style>
  <w:style w:type="paragraph" w:customStyle="1" w:styleId="96D919B76701449EBC37FC3BC3708A16">
    <w:name w:val="96D919B76701449EBC37FC3BC3708A16"/>
  </w:style>
  <w:style w:type="paragraph" w:customStyle="1" w:styleId="74FFDE6E9CA84C05872F0B8058574BC0">
    <w:name w:val="74FFDE6E9CA84C05872F0B8058574BC0"/>
  </w:style>
  <w:style w:type="paragraph" w:customStyle="1" w:styleId="BDD131CC47194FF98F0AA61DA33FAB4E">
    <w:name w:val="BDD131CC47194FF98F0AA61DA33FAB4E"/>
  </w:style>
  <w:style w:type="paragraph" w:customStyle="1" w:styleId="726721D6F2C44EDF8F052B6750E96EBF">
    <w:name w:val="726721D6F2C44EDF8F052B6750E96EBF"/>
  </w:style>
  <w:style w:type="paragraph" w:customStyle="1" w:styleId="1AA19B6900624F7094447CE03C27046E">
    <w:name w:val="1AA19B6900624F7094447CE03C27046E"/>
    <w:rsid w:val="009837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ramond Gray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tf16402277.dotx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2018-01-01T10:16:00Z</dcterms:created>
  <dcterms:modified xsi:type="dcterms:W3CDTF">2018-01-01T10:19:00Z</dcterms:modified>
  <cp:version/>
</cp:coreProperties>
</file>